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286ECA" w:rsidRDefault="003D3B8A" w:rsidP="00190FF9">
      <w:pPr>
        <w:ind w:right="55"/>
        <w:rPr>
          <w:rFonts w:ascii="Times New Roman" w:hAnsi="Times New Roman"/>
          <w:b/>
          <w:bCs/>
          <w:sz w:val="28"/>
          <w:szCs w:val="28"/>
          <w:lang w:val="en-US"/>
        </w:rPr>
        <w:sectPr w:rsidR="003D3B8A" w:rsidRPr="00286ECA" w:rsidSect="00B37BFB">
          <w:headerReference w:type="even" r:id="rId9"/>
          <w:footerReference w:type="default" r:id="rId10"/>
          <w:footerReference w:type="first" r:id="rId11"/>
          <w:type w:val="continuous"/>
          <w:pgSz w:w="16834" w:h="11907" w:orient="landscape" w:code="9"/>
          <w:pgMar w:top="380" w:right="567" w:bottom="567" w:left="1985" w:header="272" w:footer="567" w:gutter="0"/>
          <w:cols w:space="720"/>
          <w:docGrid w:linePitch="272"/>
        </w:sectPr>
      </w:pPr>
    </w:p>
    <w:tbl>
      <w:tblPr>
        <w:tblW w:w="14538" w:type="dxa"/>
        <w:tblLook w:val="01E0" w:firstRow="1" w:lastRow="1" w:firstColumn="1" w:lastColumn="1" w:noHBand="0" w:noVBand="0"/>
      </w:tblPr>
      <w:tblGrid>
        <w:gridCol w:w="10326"/>
        <w:gridCol w:w="4212"/>
      </w:tblGrid>
      <w:tr w:rsidR="00190FF9" w:rsidRPr="00BC044A" w:rsidTr="00963E33">
        <w:tc>
          <w:tcPr>
            <w:tcW w:w="10326" w:type="dxa"/>
          </w:tcPr>
          <w:p w:rsidR="00190FF9" w:rsidRPr="00963E33" w:rsidRDefault="00190FF9" w:rsidP="00963E33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190FF9" w:rsidRPr="00BC044A" w:rsidRDefault="00190FF9" w:rsidP="00CF0D7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044A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3839C7" w:rsidRPr="00BC044A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C46CC3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CF0D73" w:rsidRPr="00BC044A" w:rsidRDefault="00CF0D73" w:rsidP="00CF0D7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044A">
              <w:rPr>
                <w:rFonts w:ascii="Times New Roman" w:hAnsi="Times New Roman"/>
                <w:sz w:val="28"/>
                <w:szCs w:val="28"/>
              </w:rPr>
              <w:t>к постановлению Правительства</w:t>
            </w:r>
          </w:p>
          <w:p w:rsidR="00BB143E" w:rsidRDefault="00CF0D73" w:rsidP="00CF0D7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044A">
              <w:rPr>
                <w:rFonts w:ascii="Times New Roman" w:hAnsi="Times New Roman"/>
                <w:sz w:val="28"/>
                <w:szCs w:val="28"/>
              </w:rPr>
              <w:t>Рязанской области</w:t>
            </w:r>
          </w:p>
          <w:p w:rsidR="00CF0D73" w:rsidRPr="00BC044A" w:rsidRDefault="009654F5" w:rsidP="00CF0D7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18.11.2019 № 355</w:t>
            </w:r>
            <w:bookmarkStart w:id="0" w:name="_GoBack"/>
            <w:bookmarkEnd w:id="0"/>
          </w:p>
          <w:p w:rsidR="00CF0D73" w:rsidRPr="00BC044A" w:rsidRDefault="00CF0D73" w:rsidP="00BB143E">
            <w:pPr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A111C" w:rsidRDefault="00CF0D73" w:rsidP="00662A15">
      <w:pPr>
        <w:jc w:val="center"/>
        <w:rPr>
          <w:rFonts w:ascii="Times New Roman" w:hAnsi="Times New Roman"/>
          <w:sz w:val="28"/>
          <w:szCs w:val="24"/>
        </w:rPr>
      </w:pPr>
      <w:r w:rsidRPr="00BC044A">
        <w:rPr>
          <w:rFonts w:ascii="Times New Roman" w:hAnsi="Times New Roman"/>
          <w:sz w:val="28"/>
          <w:szCs w:val="24"/>
        </w:rPr>
        <w:t xml:space="preserve">                                                        </w:t>
      </w:r>
      <w:r w:rsidRPr="00BC044A">
        <w:rPr>
          <w:rFonts w:ascii="Times New Roman" w:hAnsi="Times New Roman"/>
          <w:sz w:val="28"/>
          <w:szCs w:val="24"/>
        </w:rPr>
        <w:tab/>
      </w:r>
      <w:r w:rsidRPr="00BC044A">
        <w:rPr>
          <w:rFonts w:ascii="Times New Roman" w:hAnsi="Times New Roman"/>
          <w:sz w:val="28"/>
          <w:szCs w:val="24"/>
        </w:rPr>
        <w:tab/>
      </w:r>
      <w:r w:rsidRPr="00BC044A">
        <w:rPr>
          <w:rFonts w:ascii="Times New Roman" w:hAnsi="Times New Roman"/>
          <w:sz w:val="28"/>
          <w:szCs w:val="24"/>
        </w:rPr>
        <w:tab/>
      </w:r>
      <w:r w:rsidRPr="00BC044A">
        <w:rPr>
          <w:rFonts w:ascii="Times New Roman" w:hAnsi="Times New Roman"/>
          <w:sz w:val="28"/>
          <w:szCs w:val="24"/>
        </w:rPr>
        <w:tab/>
      </w:r>
      <w:r w:rsidRPr="00BC044A">
        <w:rPr>
          <w:rFonts w:ascii="Times New Roman" w:hAnsi="Times New Roman"/>
          <w:sz w:val="28"/>
          <w:szCs w:val="24"/>
        </w:rPr>
        <w:tab/>
      </w:r>
      <w:r w:rsidRPr="00BC044A">
        <w:rPr>
          <w:rFonts w:ascii="Times New Roman" w:hAnsi="Times New Roman"/>
          <w:sz w:val="28"/>
          <w:szCs w:val="24"/>
        </w:rPr>
        <w:tab/>
      </w:r>
      <w:r w:rsidR="00455228">
        <w:rPr>
          <w:rFonts w:ascii="Times New Roman" w:hAnsi="Times New Roman"/>
          <w:sz w:val="28"/>
          <w:szCs w:val="24"/>
        </w:rPr>
        <w:t xml:space="preserve">                                                      </w:t>
      </w:r>
    </w:p>
    <w:p w:rsidR="00662A15" w:rsidRDefault="00455228" w:rsidP="004A111C">
      <w:pPr>
        <w:jc w:val="right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«Таблица № 2.</w:t>
      </w:r>
      <w:r w:rsidR="00DA7AA8">
        <w:rPr>
          <w:rFonts w:ascii="Times New Roman" w:hAnsi="Times New Roman"/>
          <w:sz w:val="28"/>
          <w:szCs w:val="24"/>
        </w:rPr>
        <w:t>1</w:t>
      </w:r>
      <w:r w:rsidR="00CF0D73" w:rsidRPr="00BC044A">
        <w:rPr>
          <w:rFonts w:ascii="Times New Roman" w:hAnsi="Times New Roman"/>
          <w:sz w:val="28"/>
          <w:szCs w:val="24"/>
        </w:rPr>
        <w:tab/>
        <w:t xml:space="preserve">                                                    </w:t>
      </w:r>
    </w:p>
    <w:p w:rsidR="00455228" w:rsidRDefault="00CF0D73" w:rsidP="00662A15">
      <w:pPr>
        <w:jc w:val="center"/>
        <w:rPr>
          <w:rFonts w:ascii="Times New Roman" w:hAnsi="Times New Roman"/>
          <w:sz w:val="28"/>
          <w:szCs w:val="28"/>
        </w:rPr>
      </w:pPr>
      <w:r w:rsidRPr="00BC044A">
        <w:rPr>
          <w:rFonts w:ascii="Times New Roman" w:hAnsi="Times New Roman"/>
          <w:sz w:val="28"/>
          <w:szCs w:val="24"/>
        </w:rPr>
        <w:t xml:space="preserve">   </w:t>
      </w:r>
      <w:r w:rsidR="00455228" w:rsidRPr="00455228">
        <w:rPr>
          <w:rFonts w:ascii="Times New Roman" w:hAnsi="Times New Roman"/>
          <w:sz w:val="28"/>
          <w:szCs w:val="28"/>
        </w:rPr>
        <w:t>Ресурсное обесп</w:t>
      </w:r>
      <w:r w:rsidR="00455228">
        <w:rPr>
          <w:rFonts w:ascii="Times New Roman" w:hAnsi="Times New Roman"/>
          <w:sz w:val="28"/>
          <w:szCs w:val="28"/>
        </w:rPr>
        <w:t>ечение реализации подпрограммы №</w:t>
      </w:r>
      <w:r w:rsidR="00455228" w:rsidRPr="00455228">
        <w:rPr>
          <w:rFonts w:ascii="Times New Roman" w:hAnsi="Times New Roman"/>
          <w:sz w:val="28"/>
          <w:szCs w:val="28"/>
        </w:rPr>
        <w:t xml:space="preserve"> </w:t>
      </w:r>
      <w:r w:rsidR="00F64162">
        <w:rPr>
          <w:rFonts w:ascii="Times New Roman" w:hAnsi="Times New Roman"/>
          <w:sz w:val="28"/>
          <w:szCs w:val="28"/>
        </w:rPr>
        <w:t>4</w:t>
      </w:r>
      <w:r w:rsidR="00455228" w:rsidRPr="00455228">
        <w:rPr>
          <w:rFonts w:ascii="Times New Roman" w:hAnsi="Times New Roman"/>
          <w:sz w:val="28"/>
          <w:szCs w:val="28"/>
        </w:rPr>
        <w:t xml:space="preserve"> </w:t>
      </w:r>
    </w:p>
    <w:p w:rsidR="00662A15" w:rsidRPr="00455228" w:rsidRDefault="00455228" w:rsidP="00662A15">
      <w:pPr>
        <w:jc w:val="center"/>
        <w:rPr>
          <w:rFonts w:ascii="Times New Roman" w:hAnsi="Times New Roman"/>
          <w:sz w:val="28"/>
          <w:szCs w:val="28"/>
        </w:rPr>
      </w:pPr>
      <w:r w:rsidRPr="00455228">
        <w:rPr>
          <w:rFonts w:ascii="Times New Roman" w:hAnsi="Times New Roman"/>
          <w:sz w:val="28"/>
          <w:szCs w:val="28"/>
        </w:rPr>
        <w:t>(2017-202</w:t>
      </w:r>
      <w:r>
        <w:rPr>
          <w:rFonts w:ascii="Times New Roman" w:hAnsi="Times New Roman"/>
          <w:sz w:val="28"/>
          <w:szCs w:val="28"/>
        </w:rPr>
        <w:t>4</w:t>
      </w:r>
      <w:r w:rsidR="00C36AA4">
        <w:rPr>
          <w:rFonts w:ascii="Times New Roman" w:hAnsi="Times New Roman"/>
          <w:sz w:val="28"/>
          <w:szCs w:val="28"/>
        </w:rPr>
        <w:t xml:space="preserve"> годы</w:t>
      </w:r>
      <w:r w:rsidR="005928C7">
        <w:rPr>
          <w:rFonts w:ascii="Times New Roman" w:hAnsi="Times New Roman"/>
          <w:sz w:val="28"/>
          <w:szCs w:val="28"/>
        </w:rPr>
        <w:t>)</w:t>
      </w:r>
    </w:p>
    <w:p w:rsidR="00455228" w:rsidRPr="001030FD" w:rsidRDefault="00455228" w:rsidP="00EF7A1F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</w:t>
      </w:r>
      <w:r w:rsidRPr="001030FD">
        <w:rPr>
          <w:rFonts w:ascii="Times New Roman" w:hAnsi="Times New Roman"/>
          <w:sz w:val="24"/>
          <w:szCs w:val="24"/>
        </w:rPr>
        <w:t>(тыс. рублей)</w:t>
      </w:r>
    </w:p>
    <w:tbl>
      <w:tblPr>
        <w:tblW w:w="1431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536"/>
        <w:gridCol w:w="1843"/>
        <w:gridCol w:w="709"/>
        <w:gridCol w:w="709"/>
        <w:gridCol w:w="708"/>
        <w:gridCol w:w="709"/>
        <w:gridCol w:w="709"/>
        <w:gridCol w:w="709"/>
        <w:gridCol w:w="708"/>
        <w:gridCol w:w="709"/>
        <w:gridCol w:w="1701"/>
      </w:tblGrid>
      <w:tr w:rsidR="00455228" w:rsidRPr="00662A15" w:rsidTr="00147077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5228" w:rsidRPr="00511CF7" w:rsidRDefault="00455228" w:rsidP="00113EF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CF7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455228" w:rsidRPr="00511CF7" w:rsidRDefault="00455228" w:rsidP="00113EF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511CF7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511CF7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5228" w:rsidRPr="00511CF7" w:rsidRDefault="00455228" w:rsidP="00113EF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CF7">
              <w:rPr>
                <w:rFonts w:ascii="Times New Roman" w:hAnsi="Times New Roman"/>
                <w:sz w:val="22"/>
                <w:szCs w:val="22"/>
              </w:rPr>
              <w:t>Наименование Программы (подпрограммы), иной программы, мероприятий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5228" w:rsidRPr="00511CF7" w:rsidRDefault="00455228" w:rsidP="00113EF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CF7">
              <w:rPr>
                <w:rFonts w:ascii="Times New Roman" w:hAnsi="Times New Roman"/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73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228" w:rsidRPr="00511CF7" w:rsidRDefault="00455228" w:rsidP="00113EF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CF7">
              <w:rPr>
                <w:rFonts w:ascii="Times New Roman" w:hAnsi="Times New Roman"/>
                <w:sz w:val="22"/>
                <w:szCs w:val="22"/>
              </w:rPr>
              <w:t>Объемы ресурсного обеспечения</w:t>
            </w:r>
          </w:p>
        </w:tc>
      </w:tr>
      <w:tr w:rsidR="004A111C" w:rsidRPr="00662A15" w:rsidTr="00147077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5228" w:rsidRPr="00511CF7" w:rsidRDefault="00455228" w:rsidP="00113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5228" w:rsidRPr="00511CF7" w:rsidRDefault="00455228" w:rsidP="00113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5228" w:rsidRPr="00511CF7" w:rsidRDefault="00455228" w:rsidP="00113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5228" w:rsidRPr="00511CF7" w:rsidRDefault="00455228" w:rsidP="00113EF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CF7">
              <w:rPr>
                <w:rFonts w:ascii="Times New Roman" w:hAnsi="Times New Roman" w:cs="Times New Roman"/>
                <w:sz w:val="22"/>
                <w:szCs w:val="22"/>
              </w:rPr>
              <w:t>2017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5228" w:rsidRPr="00511CF7" w:rsidRDefault="00455228" w:rsidP="004552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CF7">
              <w:rPr>
                <w:rFonts w:ascii="Times New Roman" w:hAnsi="Times New Roman" w:cs="Times New Roman"/>
                <w:sz w:val="22"/>
                <w:szCs w:val="22"/>
              </w:rPr>
              <w:t>2018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5228" w:rsidRPr="00511CF7" w:rsidRDefault="00455228" w:rsidP="004552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CF7">
              <w:rPr>
                <w:rFonts w:ascii="Times New Roman" w:hAnsi="Times New Roman" w:cs="Times New Roman"/>
                <w:sz w:val="22"/>
                <w:szCs w:val="22"/>
              </w:rPr>
              <w:t>2019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5228" w:rsidRPr="00511CF7" w:rsidRDefault="00455228" w:rsidP="004552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CF7">
              <w:rPr>
                <w:rFonts w:ascii="Times New Roman" w:hAnsi="Times New Roman" w:cs="Times New Roman"/>
                <w:sz w:val="22"/>
                <w:szCs w:val="22"/>
              </w:rPr>
              <w:t>2020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5228" w:rsidRPr="00511CF7" w:rsidRDefault="00455228" w:rsidP="00113EF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CF7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5228" w:rsidRPr="00511CF7" w:rsidRDefault="00455228" w:rsidP="004552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CF7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5228" w:rsidRPr="00511CF7" w:rsidRDefault="00455228" w:rsidP="004552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CF7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5228" w:rsidRPr="00511CF7" w:rsidRDefault="00455228" w:rsidP="00113EF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CF7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5228" w:rsidRPr="00511CF7" w:rsidRDefault="00455228" w:rsidP="001C5D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CF7">
              <w:rPr>
                <w:rFonts w:ascii="Times New Roman" w:hAnsi="Times New Roman"/>
                <w:sz w:val="22"/>
                <w:szCs w:val="22"/>
              </w:rPr>
              <w:t>итого                   2017-202</w:t>
            </w:r>
            <w:r w:rsidR="0096321B" w:rsidRPr="00511CF7">
              <w:rPr>
                <w:rFonts w:ascii="Times New Roman" w:hAnsi="Times New Roman"/>
                <w:sz w:val="22"/>
                <w:szCs w:val="22"/>
              </w:rPr>
              <w:t>4</w:t>
            </w:r>
            <w:r w:rsidRPr="00511CF7">
              <w:rPr>
                <w:rFonts w:ascii="Times New Roman" w:hAnsi="Times New Roman"/>
                <w:sz w:val="22"/>
                <w:szCs w:val="22"/>
              </w:rPr>
              <w:t xml:space="preserve"> годы</w:t>
            </w:r>
          </w:p>
        </w:tc>
      </w:tr>
    </w:tbl>
    <w:p w:rsidR="00831FA3" w:rsidRPr="00831FA3" w:rsidRDefault="00831FA3">
      <w:pPr>
        <w:rPr>
          <w:rFonts w:ascii="Times New Roman" w:hAnsi="Times New Roman"/>
          <w:sz w:val="2"/>
          <w:szCs w:val="2"/>
        </w:rPr>
      </w:pPr>
    </w:p>
    <w:tbl>
      <w:tblPr>
        <w:tblW w:w="1431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536"/>
        <w:gridCol w:w="1843"/>
        <w:gridCol w:w="709"/>
        <w:gridCol w:w="709"/>
        <w:gridCol w:w="708"/>
        <w:gridCol w:w="709"/>
        <w:gridCol w:w="709"/>
        <w:gridCol w:w="709"/>
        <w:gridCol w:w="708"/>
        <w:gridCol w:w="709"/>
        <w:gridCol w:w="1701"/>
      </w:tblGrid>
      <w:tr w:rsidR="004A111C" w:rsidRPr="00E45B8C" w:rsidTr="00147077">
        <w:trPr>
          <w:trHeight w:val="145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228" w:rsidRPr="00E45B8C" w:rsidRDefault="00455228" w:rsidP="00113EF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228" w:rsidRPr="00E45B8C" w:rsidRDefault="00455228" w:rsidP="00113EF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228" w:rsidRPr="00E45B8C" w:rsidRDefault="00455228" w:rsidP="00113EF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228" w:rsidRPr="00E45B8C" w:rsidRDefault="001C5DC8" w:rsidP="00113EF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228" w:rsidRPr="00E45B8C" w:rsidRDefault="001C5DC8" w:rsidP="00113EF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228" w:rsidRPr="00E45B8C" w:rsidRDefault="001C5DC8" w:rsidP="00113EF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228" w:rsidRPr="00E45B8C" w:rsidRDefault="001C5DC8" w:rsidP="00113EF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228" w:rsidRPr="00E45B8C" w:rsidRDefault="001C5DC8" w:rsidP="00113EF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228" w:rsidRPr="00E45B8C" w:rsidRDefault="001C5DC8" w:rsidP="00113EF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228" w:rsidRPr="00E45B8C" w:rsidRDefault="001C5DC8" w:rsidP="00113EF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228" w:rsidRPr="00E45B8C" w:rsidRDefault="001C5DC8" w:rsidP="00113EF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228" w:rsidRPr="00E45B8C" w:rsidRDefault="001C5DC8" w:rsidP="00113EF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</w:tr>
      <w:tr w:rsidR="004A111C" w:rsidRPr="00E45B8C" w:rsidTr="00D2088A">
        <w:trPr>
          <w:cantSplit/>
          <w:trHeight w:val="16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228" w:rsidRPr="00E45B8C" w:rsidRDefault="00455228" w:rsidP="00113EF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228" w:rsidRPr="00E45B8C" w:rsidRDefault="00D368D8" w:rsidP="00547E14">
            <w:pPr>
              <w:pStyle w:val="ConsPlusNormal"/>
              <w:outlineLvl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  <w:p w:rsidR="00605025" w:rsidRPr="00E45B8C" w:rsidRDefault="00605025" w:rsidP="00547E14">
            <w:pPr>
              <w:pStyle w:val="ConsPlusNormal"/>
              <w:outlineLv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05025" w:rsidRPr="00E45B8C" w:rsidRDefault="00605025" w:rsidP="00547E14">
            <w:pPr>
              <w:pStyle w:val="ConsPlusNormal"/>
              <w:outlineLv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05025" w:rsidRPr="00E45B8C" w:rsidRDefault="00605025" w:rsidP="00547E14">
            <w:pPr>
              <w:pStyle w:val="ConsPlusNormal"/>
              <w:outlineLv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05025" w:rsidRPr="00E45B8C" w:rsidRDefault="00605025" w:rsidP="00547E14">
            <w:pPr>
              <w:pStyle w:val="ConsPlusNormal"/>
              <w:outlineLv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05025" w:rsidRPr="00E45B8C" w:rsidRDefault="00605025" w:rsidP="00547E14">
            <w:pPr>
              <w:pStyle w:val="ConsPlusNormal"/>
              <w:outlineLv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05025" w:rsidRPr="00E45B8C" w:rsidRDefault="00605025" w:rsidP="00547E14">
            <w:pPr>
              <w:pStyle w:val="ConsPlusNormal"/>
              <w:outlineLv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228" w:rsidRPr="00E45B8C" w:rsidRDefault="00455228" w:rsidP="00D208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Минтранс               Рязанской области</w:t>
            </w:r>
            <w:r w:rsidR="00D2088A" w:rsidRPr="00E45B8C">
              <w:rPr>
                <w:rFonts w:ascii="Times New Roman" w:hAnsi="Times New Roman" w:cs="Times New Roman"/>
              </w:rPr>
              <w:t xml:space="preserve"> </w:t>
            </w:r>
            <w:r w:rsidR="00366C05" w:rsidRPr="00E45B8C">
              <w:rPr>
                <w:rFonts w:ascii="Times New Roman" w:hAnsi="Times New Roman" w:cs="Times New Roman"/>
              </w:rPr>
              <w:t>/              ГКУ Рязанской области «ДДРО»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E45B8C" w:rsidRDefault="00605025" w:rsidP="00D74377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E45B8C">
              <w:rPr>
                <w:rFonts w:ascii="Times New Roman" w:hAnsi="Times New Roman"/>
              </w:rPr>
              <w:t>5575889,0127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E45B8C" w:rsidRDefault="00394137" w:rsidP="001206B1">
            <w:pPr>
              <w:pStyle w:val="ConsPlusNormal"/>
              <w:ind w:left="-142" w:right="131" w:firstLine="255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5312</w:t>
            </w:r>
            <w:r w:rsidR="001206B1" w:rsidRPr="00E45B8C">
              <w:rPr>
                <w:rFonts w:ascii="Times New Roman" w:hAnsi="Times New Roman" w:cs="Times New Roman"/>
              </w:rPr>
              <w:t>357</w:t>
            </w:r>
            <w:r w:rsidRPr="00E45B8C">
              <w:rPr>
                <w:rFonts w:ascii="Times New Roman" w:hAnsi="Times New Roman" w:cs="Times New Roman"/>
              </w:rPr>
              <w:t>,31397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E45B8C" w:rsidRDefault="00265010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6557351,46016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E45B8C" w:rsidRDefault="00265010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6610403,65342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E45B8C" w:rsidRDefault="00113EF7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8516860,86342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E45B8C" w:rsidRDefault="00E54275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8390498,011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E45B8C" w:rsidRDefault="00E54275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7427031,5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E45B8C" w:rsidRDefault="00E54275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4721131,5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E45B8C" w:rsidRDefault="00265010" w:rsidP="00260F3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53111523,31467</w:t>
            </w:r>
          </w:p>
        </w:tc>
      </w:tr>
      <w:tr w:rsidR="00455228" w:rsidRPr="00E45B8C" w:rsidTr="00D2088A">
        <w:trPr>
          <w:cantSplit/>
          <w:trHeight w:val="2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228" w:rsidRPr="00E45B8C" w:rsidRDefault="00455228" w:rsidP="00113EF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228" w:rsidRPr="00E45B8C" w:rsidRDefault="00455228" w:rsidP="00831FA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из них</w:t>
            </w:r>
            <w:r w:rsidR="00EF7A1F" w:rsidRPr="00E45B8C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228" w:rsidRPr="00E45B8C" w:rsidRDefault="00455228" w:rsidP="00113EF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228" w:rsidRPr="00E45B8C" w:rsidRDefault="00455228" w:rsidP="00113EF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1CF7" w:rsidRPr="00E45B8C" w:rsidTr="00D2088A">
        <w:trPr>
          <w:cantSplit/>
          <w:trHeight w:val="1566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F7" w:rsidRPr="00E45B8C" w:rsidRDefault="00511CF7" w:rsidP="00113EF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  <w:p w:rsidR="00511CF7" w:rsidRPr="00E45B8C" w:rsidRDefault="00511CF7" w:rsidP="00113EF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11CF7" w:rsidRPr="00E45B8C" w:rsidRDefault="00511CF7" w:rsidP="00113EF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11CF7" w:rsidRPr="00E45B8C" w:rsidRDefault="00511CF7" w:rsidP="00113EF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11CF7" w:rsidRPr="00E45B8C" w:rsidRDefault="00511CF7" w:rsidP="00113EF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11CF7" w:rsidRPr="00E45B8C" w:rsidRDefault="00511CF7" w:rsidP="00113EF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F7" w:rsidRPr="00E45B8C" w:rsidRDefault="00511CF7" w:rsidP="0045522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45B8C">
              <w:rPr>
                <w:rFonts w:ascii="Times New Roman" w:hAnsi="Times New Roman"/>
                <w:sz w:val="22"/>
                <w:szCs w:val="22"/>
              </w:rPr>
              <w:t>Содержание автомобильных дорог общего пользования регионального или межмуниципального значения и искусственных сооружений на них</w:t>
            </w:r>
          </w:p>
          <w:p w:rsidR="00511CF7" w:rsidRPr="00E45B8C" w:rsidRDefault="00511CF7" w:rsidP="0045522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  <w:p w:rsidR="00511CF7" w:rsidRPr="00E45B8C" w:rsidRDefault="00511CF7" w:rsidP="0045522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  <w:p w:rsidR="00511CF7" w:rsidRPr="00E45B8C" w:rsidRDefault="00511CF7" w:rsidP="0045522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F7" w:rsidRPr="00E45B8C" w:rsidRDefault="00511CF7" w:rsidP="00511C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E45B8C" w:rsidRDefault="00511CF7" w:rsidP="0039301B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  <w:r w:rsidRPr="00E45B8C">
              <w:rPr>
                <w:rFonts w:ascii="Times New Roman" w:hAnsi="Times New Roman"/>
                <w:color w:val="000000"/>
              </w:rPr>
              <w:t>2253150,44464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E45B8C" w:rsidRDefault="00511CF7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2873219,65049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E45B8C" w:rsidRDefault="00265010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2277327,72692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E45B8C" w:rsidRDefault="00265010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2061793,56342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E45B8C" w:rsidRDefault="00511CF7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3309382,5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E45B8C" w:rsidRDefault="00511CF7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1398642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E45B8C" w:rsidRDefault="00511CF7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1398642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E45B8C" w:rsidRDefault="00511CF7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1398642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E45B8C" w:rsidRDefault="00265010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16970799,88574</w:t>
            </w:r>
          </w:p>
        </w:tc>
      </w:tr>
      <w:tr w:rsidR="00511CF7" w:rsidRPr="00E45B8C" w:rsidTr="00511CF7">
        <w:trPr>
          <w:cantSplit/>
          <w:trHeight w:val="29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F7" w:rsidRPr="00E45B8C" w:rsidRDefault="00511CF7" w:rsidP="0045522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F7" w:rsidRPr="00E45B8C" w:rsidRDefault="00511CF7" w:rsidP="00831FA3">
            <w:pPr>
              <w:pStyle w:val="ConsPlusNormal"/>
              <w:outlineLv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F7" w:rsidRPr="00E45B8C" w:rsidRDefault="00511CF7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E45B8C" w:rsidRDefault="00511CF7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40527" w:rsidRPr="00E45B8C" w:rsidTr="0022394B">
        <w:trPr>
          <w:cantSplit/>
          <w:trHeight w:val="1616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27" w:rsidRPr="00E45B8C" w:rsidRDefault="00040527" w:rsidP="00113E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527" w:rsidRPr="00E45B8C" w:rsidRDefault="00040527" w:rsidP="00547E1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  <w:p w:rsidR="00040527" w:rsidRPr="00E45B8C" w:rsidRDefault="00040527" w:rsidP="00547E1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527" w:rsidRPr="00E45B8C" w:rsidRDefault="00040527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40527" w:rsidRPr="00E45B8C" w:rsidRDefault="00040527" w:rsidP="00113EF7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E45B8C">
              <w:rPr>
                <w:rFonts w:ascii="Times New Roman" w:hAnsi="Times New Roman"/>
              </w:rPr>
              <w:t>2044940,44464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40527" w:rsidRPr="00E45B8C" w:rsidRDefault="00040527" w:rsidP="00113EF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2436584,65049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40527" w:rsidRPr="00E45B8C" w:rsidRDefault="00265010" w:rsidP="00113EF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2277327,72692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40527" w:rsidRPr="00E45B8C" w:rsidRDefault="00265010" w:rsidP="00113EF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2061793,56342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40527" w:rsidRPr="00E45B8C" w:rsidRDefault="00040527" w:rsidP="00113EF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3309382,5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40527" w:rsidRPr="00E45B8C" w:rsidRDefault="00040527" w:rsidP="00113EF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1398642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40527" w:rsidRPr="00E45B8C" w:rsidRDefault="00040527" w:rsidP="00113EF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1398642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40527" w:rsidRPr="00E45B8C" w:rsidRDefault="00040527" w:rsidP="00113EF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1398642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40527" w:rsidRPr="00E45B8C" w:rsidRDefault="00265010" w:rsidP="00113EF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16325954,88547</w:t>
            </w:r>
          </w:p>
        </w:tc>
      </w:tr>
      <w:tr w:rsidR="0009319D" w:rsidRPr="00E45B8C" w:rsidTr="0022394B">
        <w:trPr>
          <w:cantSplit/>
          <w:trHeight w:val="106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19D" w:rsidRPr="00E45B8C" w:rsidRDefault="0009319D" w:rsidP="00113EF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319D" w:rsidRPr="00E45B8C" w:rsidRDefault="0009319D" w:rsidP="00547E1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  <w:p w:rsidR="0009319D" w:rsidRPr="00E45B8C" w:rsidRDefault="0009319D" w:rsidP="00547E1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40527" w:rsidRPr="00E45B8C" w:rsidRDefault="00040527" w:rsidP="00547E1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319D" w:rsidRPr="00E45B8C" w:rsidRDefault="0009319D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09319D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208210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09319D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436635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09319D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09319D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09319D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09319D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09319D" w:rsidP="009A770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09319D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09319D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644845</w:t>
            </w:r>
          </w:p>
        </w:tc>
      </w:tr>
      <w:tr w:rsidR="00511CF7" w:rsidRPr="00E45B8C" w:rsidTr="0022394B">
        <w:trPr>
          <w:cantSplit/>
          <w:trHeight w:val="1348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F7" w:rsidRPr="00E45B8C" w:rsidRDefault="00511CF7" w:rsidP="00113EF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F7" w:rsidRPr="00E45B8C" w:rsidRDefault="00511CF7" w:rsidP="00511C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11CF7" w:rsidRPr="00E45B8C" w:rsidRDefault="00511CF7" w:rsidP="00511C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11CF7" w:rsidRPr="00E45B8C" w:rsidRDefault="00511CF7" w:rsidP="00511C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11CF7" w:rsidRPr="00E45B8C" w:rsidRDefault="00511CF7" w:rsidP="00511C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11CF7" w:rsidRPr="00E45B8C" w:rsidRDefault="00511CF7" w:rsidP="00511C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2394B" w:rsidRPr="00E45B8C" w:rsidRDefault="0022394B" w:rsidP="00511C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F7" w:rsidRPr="00E45B8C" w:rsidRDefault="00511CF7" w:rsidP="00511C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Минтранс               Рязанской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E45B8C" w:rsidRDefault="00511CF7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  <w:color w:val="000000"/>
              </w:rPr>
              <w:t>2253150,44464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E45B8C" w:rsidRDefault="00511CF7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2873219,65049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E45B8C" w:rsidRDefault="0009319D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2122,81469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E45B8C" w:rsidRDefault="00511CF7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E45B8C" w:rsidRDefault="00511CF7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E45B8C" w:rsidRDefault="00511CF7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E45B8C" w:rsidRDefault="00511CF7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E45B8C" w:rsidRDefault="00511CF7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E45B8C" w:rsidRDefault="0009319D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5128492,90982</w:t>
            </w:r>
          </w:p>
        </w:tc>
      </w:tr>
      <w:tr w:rsidR="0009319D" w:rsidRPr="00E45B8C" w:rsidTr="0009319D">
        <w:trPr>
          <w:cantSplit/>
          <w:trHeight w:val="33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19D" w:rsidRPr="00E45B8C" w:rsidRDefault="0009319D" w:rsidP="00113EF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19D" w:rsidRPr="00E45B8C" w:rsidRDefault="0009319D" w:rsidP="00511C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  <w:p w:rsidR="0009319D" w:rsidRPr="00E45B8C" w:rsidRDefault="0009319D" w:rsidP="00547E1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9319D" w:rsidRPr="00E45B8C" w:rsidRDefault="0009319D" w:rsidP="00547E1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9319D" w:rsidRPr="00E45B8C" w:rsidRDefault="0009319D" w:rsidP="00547E1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9319D" w:rsidRPr="00E45B8C" w:rsidRDefault="0009319D" w:rsidP="00547E1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2394B" w:rsidRPr="00E45B8C" w:rsidRDefault="0022394B" w:rsidP="00547E1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19D" w:rsidRPr="00E45B8C" w:rsidRDefault="0009319D" w:rsidP="00511CF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09319D" w:rsidP="000E1D7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E45B8C">
              <w:rPr>
                <w:rFonts w:ascii="Times New Roman" w:hAnsi="Times New Roman"/>
              </w:rPr>
              <w:t>2044940,44464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09319D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2436584,65049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09319D" w:rsidP="004028E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2122,81469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09319D" w:rsidP="004028E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09319D" w:rsidP="004028E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09319D" w:rsidP="004028E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09319D" w:rsidP="004028E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09319D" w:rsidP="004028E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09319D" w:rsidP="004028E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4483647,90982</w:t>
            </w:r>
          </w:p>
        </w:tc>
      </w:tr>
      <w:tr w:rsidR="00511CF7" w:rsidRPr="00E45B8C" w:rsidTr="00040527">
        <w:trPr>
          <w:cantSplit/>
          <w:trHeight w:val="33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F7" w:rsidRPr="00E45B8C" w:rsidRDefault="00511CF7" w:rsidP="00113EF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F7" w:rsidRPr="00E45B8C" w:rsidRDefault="00511CF7" w:rsidP="00511C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  <w:p w:rsidR="00511CF7" w:rsidRPr="00E45B8C" w:rsidRDefault="00511CF7" w:rsidP="00547E1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11CF7" w:rsidRPr="00E45B8C" w:rsidRDefault="00511CF7" w:rsidP="00547E1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2394B" w:rsidRPr="00E45B8C" w:rsidRDefault="0022394B" w:rsidP="00547E1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11CF7" w:rsidRPr="00E45B8C" w:rsidRDefault="00511CF7" w:rsidP="00547E1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F7" w:rsidRPr="00E45B8C" w:rsidRDefault="00511CF7" w:rsidP="00511CF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E45B8C" w:rsidRDefault="00511CF7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208210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E45B8C" w:rsidRDefault="00511CF7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436635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E45B8C" w:rsidRDefault="00511CF7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E45B8C" w:rsidRDefault="00511CF7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E45B8C" w:rsidRDefault="00511CF7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E45B8C" w:rsidRDefault="00511CF7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E45B8C" w:rsidRDefault="00511CF7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E45B8C" w:rsidRDefault="00511CF7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E45B8C" w:rsidRDefault="00511CF7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644845</w:t>
            </w:r>
          </w:p>
        </w:tc>
      </w:tr>
      <w:tr w:rsidR="00511CF7" w:rsidRPr="00E45B8C" w:rsidTr="00040527">
        <w:trPr>
          <w:cantSplit/>
          <w:trHeight w:val="33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F7" w:rsidRPr="00E45B8C" w:rsidRDefault="00511CF7" w:rsidP="00113EF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F7" w:rsidRPr="00E45B8C" w:rsidRDefault="00511CF7" w:rsidP="00511C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11CF7" w:rsidRPr="00E45B8C" w:rsidRDefault="00511CF7" w:rsidP="00511C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11CF7" w:rsidRPr="00E45B8C" w:rsidRDefault="00511CF7" w:rsidP="00511C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11CF7" w:rsidRPr="00E45B8C" w:rsidRDefault="00511CF7" w:rsidP="00511C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11CF7" w:rsidRPr="00E45B8C" w:rsidRDefault="00511CF7" w:rsidP="00511C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9319D" w:rsidRPr="00E45B8C" w:rsidRDefault="0009319D" w:rsidP="00511C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2394B" w:rsidRPr="00E45B8C" w:rsidRDefault="0022394B" w:rsidP="00511C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F7" w:rsidRPr="00E45B8C" w:rsidRDefault="00511CF7" w:rsidP="00511C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ГКУ Рязанской области «ДДРО»</w:t>
            </w:r>
          </w:p>
          <w:p w:rsidR="00511CF7" w:rsidRPr="00E45B8C" w:rsidRDefault="00511CF7" w:rsidP="00511C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511CF7" w:rsidRPr="00E45B8C" w:rsidRDefault="00511CF7" w:rsidP="00511C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511CF7" w:rsidRPr="00E45B8C" w:rsidRDefault="00511CF7" w:rsidP="00511C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511CF7" w:rsidRPr="00E45B8C" w:rsidRDefault="00511CF7" w:rsidP="00511C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511CF7" w:rsidRPr="00E45B8C" w:rsidRDefault="00511CF7" w:rsidP="00511C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511CF7" w:rsidRPr="00E45B8C" w:rsidRDefault="00511CF7" w:rsidP="00511CF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E45B8C" w:rsidRDefault="00511CF7" w:rsidP="00511CF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E45B8C" w:rsidRDefault="00511CF7" w:rsidP="00511CF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E45B8C" w:rsidRDefault="00265010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2275204,91223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E45B8C" w:rsidRDefault="00265010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2061793,56342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E45B8C" w:rsidRDefault="00511CF7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3309382,5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E45B8C" w:rsidRDefault="00511CF7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1398642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E45B8C" w:rsidRDefault="00511CF7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1398642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E45B8C" w:rsidRDefault="00511CF7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1398642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E45B8C" w:rsidRDefault="00265010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11842306,97565</w:t>
            </w:r>
          </w:p>
        </w:tc>
      </w:tr>
      <w:tr w:rsidR="00040527" w:rsidRPr="00E45B8C" w:rsidTr="0022394B">
        <w:trPr>
          <w:cantSplit/>
          <w:trHeight w:val="1551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27" w:rsidRPr="00E45B8C" w:rsidRDefault="00040527" w:rsidP="00113EF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527" w:rsidRPr="00E45B8C" w:rsidRDefault="00040527" w:rsidP="00511C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  <w:p w:rsidR="00040527" w:rsidRPr="00E45B8C" w:rsidRDefault="00040527" w:rsidP="00547E1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40527" w:rsidRPr="00E45B8C" w:rsidRDefault="00040527" w:rsidP="00547E1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40527" w:rsidRPr="00E45B8C" w:rsidRDefault="00040527" w:rsidP="00547E1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40527" w:rsidRPr="00E45B8C" w:rsidRDefault="00040527" w:rsidP="00547E1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2394B" w:rsidRPr="00E45B8C" w:rsidRDefault="0022394B" w:rsidP="00547E1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2088A" w:rsidRPr="00E45B8C" w:rsidRDefault="00D2088A" w:rsidP="00547E1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27" w:rsidRPr="00E45B8C" w:rsidRDefault="00040527" w:rsidP="00511CF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40527" w:rsidRPr="00E45B8C" w:rsidRDefault="00040527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40527" w:rsidRPr="00E45B8C" w:rsidRDefault="00040527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40527" w:rsidRPr="00E45B8C" w:rsidRDefault="00265010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2275204,91223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40527" w:rsidRPr="00E45B8C" w:rsidRDefault="00265010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2061793,56342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40527" w:rsidRPr="00E45B8C" w:rsidRDefault="00040527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3309382,5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40527" w:rsidRPr="00E45B8C" w:rsidRDefault="00040527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1398642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40527" w:rsidRPr="00E45B8C" w:rsidRDefault="00040527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1398642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40527" w:rsidRPr="00E45B8C" w:rsidRDefault="00040527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1398642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40527" w:rsidRPr="00E45B8C" w:rsidRDefault="00265010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11842306,97565</w:t>
            </w:r>
          </w:p>
        </w:tc>
      </w:tr>
      <w:tr w:rsidR="00EF6D95" w:rsidRPr="00E45B8C" w:rsidTr="00681D63">
        <w:trPr>
          <w:cantSplit/>
          <w:trHeight w:val="162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6D95" w:rsidRPr="00E45B8C" w:rsidRDefault="00EF6D95" w:rsidP="00D208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95" w:rsidRPr="00E45B8C" w:rsidRDefault="00EF6D95" w:rsidP="0045522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45B8C">
              <w:rPr>
                <w:rFonts w:ascii="Times New Roman" w:hAnsi="Times New Roman"/>
                <w:sz w:val="22"/>
                <w:szCs w:val="22"/>
              </w:rPr>
              <w:t>Капитальный ремонт и ремонт автомобильных дорог общего пользования регионального или межмуниципального значения и искусственных сооружений на них, в том числе уникальных искусственных сооружений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95" w:rsidRPr="00E45B8C" w:rsidRDefault="00EF6D95" w:rsidP="00511CF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1636686,56523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846724,21853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265010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627761,04599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1D2B72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62250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1789453,10342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4801667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9A770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5186267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2316367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265010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17267175,93317</w:t>
            </w:r>
          </w:p>
        </w:tc>
      </w:tr>
      <w:tr w:rsidR="00EF6D95" w:rsidRPr="00E45B8C" w:rsidTr="00681D63">
        <w:trPr>
          <w:cantSplit/>
          <w:trHeight w:val="25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6D95" w:rsidRPr="00E45B8C" w:rsidRDefault="00EF6D95" w:rsidP="00113EF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95" w:rsidRPr="00E45B8C" w:rsidRDefault="00EF6D95" w:rsidP="00113EF7">
            <w:pPr>
              <w:pStyle w:val="ConsPlusNormal"/>
              <w:outlineLv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95" w:rsidRPr="00E45B8C" w:rsidRDefault="00EF6D95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394B" w:rsidRPr="00E45B8C" w:rsidTr="0022394B">
        <w:trPr>
          <w:cantSplit/>
          <w:trHeight w:val="1552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4B" w:rsidRPr="00E45B8C" w:rsidRDefault="0022394B" w:rsidP="00113EF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4B" w:rsidRPr="00E45B8C" w:rsidRDefault="0022394B" w:rsidP="0022394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  <w:p w:rsidR="0022394B" w:rsidRPr="00E45B8C" w:rsidRDefault="0022394B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2394B" w:rsidRPr="00E45B8C" w:rsidRDefault="0022394B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2394B" w:rsidRPr="00E45B8C" w:rsidRDefault="0022394B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2394B" w:rsidRPr="00E45B8C" w:rsidRDefault="0022394B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2394B" w:rsidRPr="00E45B8C" w:rsidRDefault="0022394B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2394B" w:rsidRPr="00E45B8C" w:rsidRDefault="0022394B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4B" w:rsidRPr="00E45B8C" w:rsidRDefault="0022394B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22394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1089677,41423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22394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553359,21853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65010" w:rsidP="0022394B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627761,04599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1D2B72" w:rsidP="0022394B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E45B8C">
              <w:rPr>
                <w:rFonts w:ascii="Times New Roman" w:hAnsi="Times New Roman"/>
              </w:rPr>
              <w:t>62250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22394B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E45B8C">
              <w:rPr>
                <w:rFonts w:ascii="Times New Roman" w:hAnsi="Times New Roman"/>
              </w:rPr>
              <w:t>1789453,10342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22394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1636367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22394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1636367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22394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1636367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65010" w:rsidP="0022394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9031601,78217</w:t>
            </w:r>
          </w:p>
        </w:tc>
      </w:tr>
      <w:tr w:rsidR="004421AA" w:rsidRPr="00E45B8C" w:rsidTr="0022394B">
        <w:trPr>
          <w:cantSplit/>
          <w:trHeight w:val="1410"/>
        </w:trPr>
        <w:tc>
          <w:tcPr>
            <w:tcW w:w="567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AA" w:rsidRPr="00E45B8C" w:rsidRDefault="004421AA" w:rsidP="00113EF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1AA" w:rsidRPr="00E45B8C" w:rsidRDefault="004421AA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  <w:p w:rsidR="004421AA" w:rsidRPr="00E45B8C" w:rsidRDefault="004421AA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421AA" w:rsidRPr="00E45B8C" w:rsidRDefault="004421AA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421AA" w:rsidRPr="00E45B8C" w:rsidRDefault="004421AA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421AA" w:rsidRPr="00E45B8C" w:rsidRDefault="004421AA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AA" w:rsidRPr="00E45B8C" w:rsidRDefault="004421AA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547009,151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293365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4028E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4028E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4028E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3165300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9A770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3549900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680000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8235574,151</w:t>
            </w:r>
          </w:p>
        </w:tc>
      </w:tr>
      <w:tr w:rsidR="004421AA" w:rsidRPr="00E45B8C" w:rsidTr="004421AA">
        <w:trPr>
          <w:cantSplit/>
          <w:trHeight w:val="155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AA" w:rsidRPr="00E45B8C" w:rsidRDefault="004421AA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AA" w:rsidRPr="00E45B8C" w:rsidRDefault="004421AA" w:rsidP="0045522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AA" w:rsidRPr="00E45B8C" w:rsidRDefault="004421AA" w:rsidP="00511CF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</w:rPr>
              <w:t>Минтранс               Рязанской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1636686,56523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846724,21853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1206B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2483410,78376</w:t>
            </w:r>
          </w:p>
        </w:tc>
      </w:tr>
      <w:tr w:rsidR="004421AA" w:rsidRPr="00E45B8C" w:rsidTr="004421AA">
        <w:trPr>
          <w:cantSplit/>
          <w:trHeight w:val="1552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AA" w:rsidRPr="00E45B8C" w:rsidRDefault="004421AA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AA" w:rsidRPr="00E45B8C" w:rsidRDefault="004421AA" w:rsidP="00511C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  <w:p w:rsidR="004421AA" w:rsidRPr="00E45B8C" w:rsidRDefault="004421AA" w:rsidP="0045522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AA" w:rsidRPr="00E45B8C" w:rsidRDefault="004421AA" w:rsidP="00547E1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1089677,41423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553359,21853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1206B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1643036,63276</w:t>
            </w:r>
          </w:p>
        </w:tc>
      </w:tr>
      <w:tr w:rsidR="004421AA" w:rsidRPr="00E45B8C" w:rsidTr="004421AA">
        <w:trPr>
          <w:cantSplit/>
          <w:trHeight w:val="119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AA" w:rsidRPr="00E45B8C" w:rsidRDefault="004421AA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AA" w:rsidRPr="00E45B8C" w:rsidRDefault="004421AA" w:rsidP="00511C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  <w:p w:rsidR="004421AA" w:rsidRPr="00E45B8C" w:rsidRDefault="004421AA" w:rsidP="0045522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  <w:p w:rsidR="004421AA" w:rsidRPr="00E45B8C" w:rsidRDefault="004421AA" w:rsidP="0045522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  <w:p w:rsidR="004421AA" w:rsidRPr="00E45B8C" w:rsidRDefault="004421AA" w:rsidP="0045522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AA" w:rsidRPr="00E45B8C" w:rsidRDefault="004421AA" w:rsidP="00547E1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547009,151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293365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1206B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840374,151</w:t>
            </w:r>
          </w:p>
        </w:tc>
      </w:tr>
      <w:tr w:rsidR="0022394B" w:rsidRPr="00E45B8C" w:rsidTr="004421AA">
        <w:trPr>
          <w:cantSplit/>
          <w:trHeight w:val="119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4B" w:rsidRPr="00E45B8C" w:rsidRDefault="0022394B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4B" w:rsidRPr="00E45B8C" w:rsidRDefault="0022394B" w:rsidP="00511C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2394B" w:rsidRPr="00E45B8C" w:rsidRDefault="0022394B" w:rsidP="00511C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2394B" w:rsidRPr="00E45B8C" w:rsidRDefault="0022394B" w:rsidP="00511C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2394B" w:rsidRPr="00E45B8C" w:rsidRDefault="0022394B" w:rsidP="00511C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2394B" w:rsidRPr="00E45B8C" w:rsidRDefault="0022394B" w:rsidP="00511C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2394B" w:rsidRPr="00E45B8C" w:rsidRDefault="0022394B" w:rsidP="00511C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2394B" w:rsidRPr="00E45B8C" w:rsidRDefault="0022394B" w:rsidP="00511C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2394B" w:rsidRPr="00E45B8C" w:rsidRDefault="0022394B" w:rsidP="00511C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4B" w:rsidRPr="00E45B8C" w:rsidRDefault="0022394B" w:rsidP="00223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ГКУ Рязанской области «ДДРО»</w:t>
            </w:r>
          </w:p>
          <w:p w:rsidR="0022394B" w:rsidRPr="00E45B8C" w:rsidRDefault="0022394B" w:rsidP="00547E1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22394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22394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65010" w:rsidP="00681D97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627761,04599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1D2B72" w:rsidP="00681D97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E45B8C">
              <w:rPr>
                <w:rFonts w:ascii="Times New Roman" w:hAnsi="Times New Roman"/>
              </w:rPr>
              <w:t>62250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681D97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E45B8C">
              <w:rPr>
                <w:rFonts w:ascii="Times New Roman" w:hAnsi="Times New Roman"/>
              </w:rPr>
              <w:t>1789453,10342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22394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4801667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22394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5186267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22394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2316367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65010" w:rsidP="00260F3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14783765,14941</w:t>
            </w:r>
          </w:p>
        </w:tc>
      </w:tr>
      <w:tr w:rsidR="0022394B" w:rsidRPr="00E45B8C" w:rsidTr="0022394B">
        <w:trPr>
          <w:cantSplit/>
          <w:trHeight w:val="1552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4B" w:rsidRPr="00E45B8C" w:rsidRDefault="0022394B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394B" w:rsidRPr="00E45B8C" w:rsidRDefault="0022394B" w:rsidP="00511C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  <w:p w:rsidR="0022394B" w:rsidRPr="00E45B8C" w:rsidRDefault="0022394B" w:rsidP="00511C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2394B" w:rsidRPr="00E45B8C" w:rsidRDefault="0022394B" w:rsidP="00511C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2394B" w:rsidRPr="00E45B8C" w:rsidRDefault="0022394B" w:rsidP="00511C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2394B" w:rsidRPr="00E45B8C" w:rsidRDefault="0022394B" w:rsidP="00511C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2394B" w:rsidRPr="00E45B8C" w:rsidRDefault="0022394B" w:rsidP="00511C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4B" w:rsidRPr="00E45B8C" w:rsidRDefault="0022394B" w:rsidP="00547E1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65010" w:rsidP="00681D97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627761,04599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1D2B72" w:rsidP="00681D97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E45B8C">
              <w:rPr>
                <w:rFonts w:ascii="Times New Roman" w:hAnsi="Times New Roman"/>
              </w:rPr>
              <w:t>62250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681D97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E45B8C">
              <w:rPr>
                <w:rFonts w:ascii="Times New Roman" w:hAnsi="Times New Roman"/>
              </w:rPr>
              <w:t>1789453,10342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1636367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1636367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1636367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65010" w:rsidP="00260F3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7388565,14941</w:t>
            </w:r>
          </w:p>
        </w:tc>
      </w:tr>
      <w:tr w:rsidR="004421AA" w:rsidRPr="00E45B8C" w:rsidTr="00EF6D95">
        <w:trPr>
          <w:cantSplit/>
          <w:trHeight w:val="1052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AA" w:rsidRPr="00E45B8C" w:rsidRDefault="004421AA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AA" w:rsidRPr="00E45B8C" w:rsidRDefault="004421AA" w:rsidP="00511C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  <w:p w:rsidR="004421AA" w:rsidRPr="00E45B8C" w:rsidRDefault="004421AA" w:rsidP="00511C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40527" w:rsidRPr="00E45B8C" w:rsidRDefault="00040527" w:rsidP="00511C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AA" w:rsidRPr="00E45B8C" w:rsidRDefault="004421AA" w:rsidP="00547E1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3165300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3549900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680000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1206B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7395200</w:t>
            </w:r>
          </w:p>
        </w:tc>
      </w:tr>
      <w:tr w:rsidR="00EF6D95" w:rsidRPr="00E45B8C" w:rsidTr="00EF6D95">
        <w:trPr>
          <w:cantSplit/>
          <w:trHeight w:val="141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95" w:rsidRPr="00E45B8C" w:rsidRDefault="00EF6D95" w:rsidP="00D208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1.3.</w:t>
            </w:r>
          </w:p>
          <w:p w:rsidR="00EF6D95" w:rsidRPr="00E45B8C" w:rsidRDefault="00EF6D95" w:rsidP="00113EF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F6D95" w:rsidRPr="00E45B8C" w:rsidRDefault="00EF6D95" w:rsidP="00113EF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F6D95" w:rsidRPr="00E45B8C" w:rsidRDefault="00EF6D95" w:rsidP="00113EF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F6D95" w:rsidRPr="00E45B8C" w:rsidRDefault="00EF6D95" w:rsidP="00113EF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F6D95" w:rsidRPr="00E45B8C" w:rsidRDefault="00EF6D95" w:rsidP="00113EF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F6D95" w:rsidRPr="00E45B8C" w:rsidRDefault="00EF6D95" w:rsidP="00113EF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F6D95" w:rsidRPr="00E45B8C" w:rsidRDefault="00EF6D95" w:rsidP="00113EF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F6D95" w:rsidRPr="00E45B8C" w:rsidRDefault="00EF6D95" w:rsidP="00113EF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F6D95" w:rsidRPr="00E45B8C" w:rsidRDefault="00EF6D95" w:rsidP="00113EF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F6D95" w:rsidRPr="00E45B8C" w:rsidRDefault="00EF6D95" w:rsidP="00113EF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F6D95" w:rsidRPr="00E45B8C" w:rsidRDefault="00EF6D95" w:rsidP="00113EF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F6D95" w:rsidRPr="00E45B8C" w:rsidRDefault="00EF6D95" w:rsidP="00113EF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F6D95" w:rsidRPr="00E45B8C" w:rsidRDefault="00EF6D95" w:rsidP="00113EF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F6D95" w:rsidRPr="00E45B8C" w:rsidRDefault="00EF6D95" w:rsidP="00113EF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F6D95" w:rsidRPr="00E45B8C" w:rsidRDefault="00EF6D95" w:rsidP="00113EF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F6D95" w:rsidRPr="00E45B8C" w:rsidRDefault="00EF6D95" w:rsidP="00113EF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F6D95" w:rsidRPr="00E45B8C" w:rsidRDefault="00EF6D95" w:rsidP="00113EF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F6D95" w:rsidRPr="00E45B8C" w:rsidRDefault="00EF6D95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95" w:rsidRPr="00E45B8C" w:rsidRDefault="00EF6D95" w:rsidP="00511C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Строительство и реконструкция автомобильных дорог общего пользования регионального или межмуниципального значения и искусственных сооружений на них</w:t>
            </w:r>
          </w:p>
          <w:p w:rsidR="00EF6D95" w:rsidRPr="00E45B8C" w:rsidRDefault="00EF6D95" w:rsidP="00511C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F6D95" w:rsidRPr="00E45B8C" w:rsidRDefault="00EF6D95" w:rsidP="00511C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95" w:rsidRPr="00E45B8C" w:rsidRDefault="00EF6D95" w:rsidP="00511C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F6D95" w:rsidRPr="00E45B8C" w:rsidRDefault="00EF6D95" w:rsidP="00511CF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325810,58083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380875,73387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260F39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320386,27206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500000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800000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1585706,511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440000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604000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260F39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4956779,09776</w:t>
            </w:r>
          </w:p>
        </w:tc>
      </w:tr>
      <w:tr w:rsidR="00EF6D95" w:rsidRPr="00E45B8C" w:rsidTr="00EF6D95">
        <w:trPr>
          <w:cantSplit/>
          <w:trHeight w:val="329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95" w:rsidRPr="00E45B8C" w:rsidRDefault="00EF6D95" w:rsidP="00113EF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95" w:rsidRPr="00E45B8C" w:rsidRDefault="00EF6D95" w:rsidP="00113EF7">
            <w:pPr>
              <w:pStyle w:val="ConsPlusNormal"/>
              <w:outlineLv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95" w:rsidRPr="00E45B8C" w:rsidRDefault="00EF6D95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6D95" w:rsidRPr="00E45B8C" w:rsidTr="00EF6D95">
        <w:trPr>
          <w:cantSplit/>
          <w:trHeight w:val="1432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95" w:rsidRPr="00E45B8C" w:rsidRDefault="00EF6D95" w:rsidP="00113EF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95" w:rsidRPr="00E45B8C" w:rsidRDefault="00EF6D95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  <w:p w:rsidR="00EF6D95" w:rsidRPr="00E45B8C" w:rsidRDefault="00EF6D95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F6D95" w:rsidRPr="00E45B8C" w:rsidRDefault="00EF6D95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F6D95" w:rsidRPr="00E45B8C" w:rsidRDefault="00EF6D95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F6D95" w:rsidRPr="00E45B8C" w:rsidRDefault="00EF6D95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F6D95" w:rsidRPr="00E45B8C" w:rsidRDefault="00EF6D95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6D95" w:rsidRPr="00E45B8C" w:rsidRDefault="00EF6D95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4552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232847,63183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4552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249273,73387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265010" w:rsidP="00113EF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168386,27206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113EF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500000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113EF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800000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113EF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565000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113EF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440000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113EF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604000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265010" w:rsidP="004552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3559507,63776</w:t>
            </w:r>
          </w:p>
        </w:tc>
      </w:tr>
      <w:tr w:rsidR="00EF6D95" w:rsidRPr="00E45B8C" w:rsidTr="00EF6D95">
        <w:trPr>
          <w:cantSplit/>
          <w:trHeight w:val="1367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95" w:rsidRPr="00E45B8C" w:rsidRDefault="00EF6D95" w:rsidP="00113EF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95" w:rsidRPr="00E45B8C" w:rsidRDefault="00EF6D95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  <w:p w:rsidR="00EF6D95" w:rsidRPr="00E45B8C" w:rsidRDefault="00EF6D95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F6D95" w:rsidRPr="00E45B8C" w:rsidRDefault="00EF6D95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F6D95" w:rsidRPr="00E45B8C" w:rsidRDefault="00EF6D95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F6D95" w:rsidRPr="00E45B8C" w:rsidRDefault="00EF6D95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95" w:rsidRPr="00E45B8C" w:rsidRDefault="00EF6D95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92962,949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1206B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131602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265010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1020706,511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9A770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265010" w:rsidP="001206B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1397271,46</w:t>
            </w:r>
          </w:p>
        </w:tc>
      </w:tr>
      <w:tr w:rsidR="00EF6D95" w:rsidRPr="00E45B8C" w:rsidTr="00EF6D95">
        <w:trPr>
          <w:cantSplit/>
          <w:trHeight w:val="129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95" w:rsidRPr="00E45B8C" w:rsidRDefault="00EF6D95" w:rsidP="00113EF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95" w:rsidRPr="00E45B8C" w:rsidRDefault="00EF6D95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F6D95" w:rsidRPr="00E45B8C" w:rsidRDefault="00EF6D95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F6D95" w:rsidRPr="00E45B8C" w:rsidRDefault="00EF6D95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F6D95" w:rsidRPr="00E45B8C" w:rsidRDefault="00EF6D95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F6D95" w:rsidRPr="00E45B8C" w:rsidRDefault="00EF6D95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F6D95" w:rsidRPr="00E45B8C" w:rsidRDefault="00EF6D95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95" w:rsidRPr="00E45B8C" w:rsidRDefault="00EF6D95" w:rsidP="00511C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Минтранс               Рязанской области</w:t>
            </w:r>
          </w:p>
          <w:p w:rsidR="00EF6D95" w:rsidRPr="00E45B8C" w:rsidRDefault="00EF6D95" w:rsidP="00511C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F6D95" w:rsidRPr="00E45B8C" w:rsidRDefault="00EF6D95" w:rsidP="00511C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F6D95" w:rsidRPr="00E45B8C" w:rsidRDefault="00EF6D95" w:rsidP="00511C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F6D95" w:rsidRPr="00E45B8C" w:rsidRDefault="00EF6D95" w:rsidP="00511C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F6D95" w:rsidRPr="00E45B8C" w:rsidRDefault="00EF6D95" w:rsidP="00511C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F6D95" w:rsidRPr="00E45B8C" w:rsidRDefault="00EF6D95" w:rsidP="00511C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F6D95" w:rsidRPr="00E45B8C" w:rsidRDefault="00EF6D95" w:rsidP="00511C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F6D95" w:rsidRPr="00E45B8C" w:rsidRDefault="00EF6D95" w:rsidP="00511C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F6D95" w:rsidRPr="00E45B8C" w:rsidRDefault="00EF6D95" w:rsidP="00511C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F6D95" w:rsidRPr="00E45B8C" w:rsidRDefault="00EF6D95" w:rsidP="00511C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F6D95" w:rsidRPr="00E45B8C" w:rsidRDefault="00EF6D95" w:rsidP="00511C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F6D95" w:rsidRPr="00E45B8C" w:rsidRDefault="00EF6D95" w:rsidP="00511C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F6D95" w:rsidRPr="00E45B8C" w:rsidRDefault="00EF6D95" w:rsidP="00511C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F6D95" w:rsidRPr="00E45B8C" w:rsidRDefault="00EF6D95" w:rsidP="00511C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F6D95" w:rsidRPr="00E45B8C" w:rsidRDefault="00EF6D95" w:rsidP="00511C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F6D95" w:rsidRPr="00E45B8C" w:rsidRDefault="00EF6D95" w:rsidP="00511CF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F6D95" w:rsidRPr="00E45B8C" w:rsidRDefault="00EF6D95" w:rsidP="00511C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325810,58083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380875,73387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3566,59034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710252,90504</w:t>
            </w:r>
          </w:p>
        </w:tc>
      </w:tr>
      <w:tr w:rsidR="00EF6D95" w:rsidRPr="00E45B8C" w:rsidTr="00EF6D95">
        <w:trPr>
          <w:cantSplit/>
          <w:trHeight w:val="129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95" w:rsidRPr="00E45B8C" w:rsidRDefault="00EF6D95" w:rsidP="00113EF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95" w:rsidRPr="00E45B8C" w:rsidRDefault="00EF6D95" w:rsidP="00511C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  <w:p w:rsidR="00EF6D95" w:rsidRPr="00E45B8C" w:rsidRDefault="00EF6D95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F6D95" w:rsidRPr="00E45B8C" w:rsidRDefault="00EF6D95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F6D95" w:rsidRPr="00E45B8C" w:rsidRDefault="00EF6D95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F6D95" w:rsidRPr="00E45B8C" w:rsidRDefault="00EF6D95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F6D95" w:rsidRPr="00E45B8C" w:rsidRDefault="00EF6D95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95" w:rsidRPr="00E45B8C" w:rsidRDefault="00EF6D95" w:rsidP="00511C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232847,63183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249273,73387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3566,59034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9A770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1206B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485687,95604</w:t>
            </w:r>
          </w:p>
        </w:tc>
      </w:tr>
      <w:tr w:rsidR="00EF6D95" w:rsidRPr="00E45B8C" w:rsidTr="00EF6D95">
        <w:trPr>
          <w:cantSplit/>
          <w:trHeight w:val="120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95" w:rsidRPr="00E45B8C" w:rsidRDefault="00EF6D95" w:rsidP="00113EF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95" w:rsidRPr="00E45B8C" w:rsidRDefault="00EF6D95" w:rsidP="00511C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  <w:p w:rsidR="00EF6D95" w:rsidRPr="00E45B8C" w:rsidRDefault="00EF6D95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95" w:rsidRPr="00E45B8C" w:rsidRDefault="00EF6D95" w:rsidP="00511C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92962,949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1206B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131602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9A770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1206B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224564,949</w:t>
            </w:r>
          </w:p>
        </w:tc>
      </w:tr>
      <w:tr w:rsidR="00EF6D95" w:rsidRPr="00E45B8C" w:rsidTr="00EF6D95">
        <w:trPr>
          <w:cantSplit/>
          <w:trHeight w:val="129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95" w:rsidRPr="00E45B8C" w:rsidRDefault="00EF6D95" w:rsidP="00113EF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95" w:rsidRPr="00E45B8C" w:rsidRDefault="00EF6D95" w:rsidP="00511C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F6D95" w:rsidRPr="00E45B8C" w:rsidRDefault="00EF6D95" w:rsidP="00511C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F6D95" w:rsidRPr="00E45B8C" w:rsidRDefault="00EF6D95" w:rsidP="00511C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F6D95" w:rsidRPr="00E45B8C" w:rsidRDefault="00EF6D95" w:rsidP="00511C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F6D95" w:rsidRPr="00E45B8C" w:rsidRDefault="00EF6D95" w:rsidP="00511C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F6D95" w:rsidRPr="00E45B8C" w:rsidRDefault="00EF6D95" w:rsidP="00511C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95" w:rsidRPr="00E45B8C" w:rsidRDefault="00EF6D95" w:rsidP="00511C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ГКУ Рязанской области «ДДРО»</w:t>
            </w:r>
          </w:p>
          <w:p w:rsidR="00EF6D95" w:rsidRPr="00E45B8C" w:rsidRDefault="00EF6D95" w:rsidP="00511C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F6D95" w:rsidRPr="00E45B8C" w:rsidRDefault="00EF6D95" w:rsidP="00511C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F6D95" w:rsidRPr="00E45B8C" w:rsidRDefault="00EF6D95" w:rsidP="00511C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F6D95" w:rsidRPr="00E45B8C" w:rsidRDefault="00EF6D95" w:rsidP="00511C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F6D95" w:rsidRPr="00E45B8C" w:rsidRDefault="00EF6D95" w:rsidP="00511C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1206B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260F39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316819,68172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500000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800000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1585706,511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440000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604000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260F3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42</w:t>
            </w:r>
            <w:r w:rsidR="00260F39" w:rsidRPr="00E45B8C">
              <w:rPr>
                <w:rFonts w:ascii="Times New Roman" w:hAnsi="Times New Roman" w:cs="Times New Roman"/>
              </w:rPr>
              <w:t>46526,19272</w:t>
            </w:r>
          </w:p>
        </w:tc>
      </w:tr>
      <w:tr w:rsidR="00EF6D95" w:rsidRPr="00E45B8C" w:rsidTr="00EF6D95">
        <w:trPr>
          <w:cantSplit/>
          <w:trHeight w:val="129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95" w:rsidRPr="00E45B8C" w:rsidRDefault="00EF6D95" w:rsidP="00113EF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95" w:rsidRPr="00E45B8C" w:rsidRDefault="00EF6D95" w:rsidP="00511C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  <w:p w:rsidR="00EF6D95" w:rsidRPr="00E45B8C" w:rsidRDefault="00EF6D95" w:rsidP="00511C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F6D95" w:rsidRPr="00E45B8C" w:rsidRDefault="00EF6D95" w:rsidP="00511C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F6D95" w:rsidRPr="00E45B8C" w:rsidRDefault="00EF6D95" w:rsidP="00511C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F6D95" w:rsidRPr="00E45B8C" w:rsidRDefault="00EF6D95" w:rsidP="00511C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F6D95" w:rsidRPr="00E45B8C" w:rsidRDefault="00EF6D95" w:rsidP="00511C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95" w:rsidRPr="00E45B8C" w:rsidRDefault="00EF6D95" w:rsidP="00511C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265010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164819,68172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500000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800000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565000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440000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604000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265010" w:rsidP="001206B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3073819,68172</w:t>
            </w:r>
          </w:p>
        </w:tc>
      </w:tr>
      <w:tr w:rsidR="00EF6D95" w:rsidRPr="00E45B8C" w:rsidTr="00511CF7">
        <w:trPr>
          <w:cantSplit/>
          <w:trHeight w:val="129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95" w:rsidRPr="00E45B8C" w:rsidRDefault="00EF6D95" w:rsidP="00113EF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95" w:rsidRPr="00E45B8C" w:rsidRDefault="00EF6D95" w:rsidP="00511C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  <w:p w:rsidR="00EF6D95" w:rsidRPr="00E45B8C" w:rsidRDefault="00EF6D95" w:rsidP="00511C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95" w:rsidRPr="00E45B8C" w:rsidRDefault="00EF6D95" w:rsidP="00511C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265010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1020706,511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EF6D95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D95" w:rsidRPr="00E45B8C" w:rsidRDefault="00265010" w:rsidP="001206B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1172706,511</w:t>
            </w:r>
          </w:p>
        </w:tc>
      </w:tr>
      <w:tr w:rsidR="0009319D" w:rsidRPr="00E45B8C" w:rsidTr="0009319D">
        <w:trPr>
          <w:cantSplit/>
          <w:trHeight w:val="2026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19D" w:rsidRPr="00E45B8C" w:rsidRDefault="0009319D" w:rsidP="00D208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1.4.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19D" w:rsidRPr="00E45B8C" w:rsidRDefault="0009319D" w:rsidP="0045522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45B8C">
              <w:rPr>
                <w:rFonts w:ascii="Times New Roman" w:hAnsi="Times New Roman"/>
                <w:sz w:val="22"/>
                <w:szCs w:val="22"/>
              </w:rPr>
              <w:t>Субсидии муниципальным образованиям на проектирование и строительство (реконструкцию)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19D" w:rsidRPr="00E45B8C" w:rsidRDefault="0009319D" w:rsidP="001A05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09319D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15676,549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09319D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09319D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09319D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09319D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09319D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192360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09319D" w:rsidP="009A770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09319D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09319D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208036,549</w:t>
            </w:r>
          </w:p>
        </w:tc>
      </w:tr>
      <w:tr w:rsidR="0009319D" w:rsidRPr="00E45B8C" w:rsidTr="00511CF7">
        <w:trPr>
          <w:cantSplit/>
          <w:trHeight w:val="36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19D" w:rsidRPr="00E45B8C" w:rsidRDefault="0009319D" w:rsidP="00113EF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19D" w:rsidRPr="00E45B8C" w:rsidRDefault="0009319D" w:rsidP="00113EF7">
            <w:pPr>
              <w:pStyle w:val="ConsPlusNormal"/>
              <w:outlineLv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19D" w:rsidRPr="00E45B8C" w:rsidRDefault="0009319D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09319D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9319D" w:rsidRPr="00E45B8C" w:rsidTr="0009319D">
        <w:trPr>
          <w:cantSplit/>
          <w:trHeight w:val="1076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19D" w:rsidRPr="00E45B8C" w:rsidRDefault="0009319D" w:rsidP="00113EF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19D" w:rsidRPr="00E45B8C" w:rsidRDefault="0009319D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  <w:p w:rsidR="0009319D" w:rsidRPr="00E45B8C" w:rsidRDefault="0009319D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9319D" w:rsidRPr="00E45B8C" w:rsidRDefault="0009319D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9319D" w:rsidRPr="00E45B8C" w:rsidRDefault="0009319D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9319D" w:rsidRPr="00E45B8C" w:rsidRDefault="0009319D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19D" w:rsidRPr="00E45B8C" w:rsidRDefault="0009319D" w:rsidP="001A05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Минтранс               Рязанской области</w:t>
            </w:r>
          </w:p>
          <w:p w:rsidR="0009319D" w:rsidRPr="00E45B8C" w:rsidRDefault="0009319D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09319D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15676,549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09319D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09319D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09319D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09319D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09319D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192360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09319D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09319D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09319D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208036,549</w:t>
            </w:r>
          </w:p>
        </w:tc>
      </w:tr>
      <w:tr w:rsidR="0009319D" w:rsidRPr="00E45B8C" w:rsidTr="0009319D">
        <w:trPr>
          <w:cantSplit/>
          <w:trHeight w:val="311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19D" w:rsidRPr="00E45B8C" w:rsidRDefault="0009319D" w:rsidP="00D208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1.5.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19D" w:rsidRPr="00E45B8C" w:rsidRDefault="0009319D" w:rsidP="000931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45B8C">
              <w:rPr>
                <w:rFonts w:ascii="Times New Roman" w:hAnsi="Times New Roman"/>
                <w:sz w:val="22"/>
                <w:szCs w:val="22"/>
              </w:rPr>
              <w:t>Субсидии муниципальным образованиям на строительство (реконструкцию), капитальный ремонт, ремонт и содержание социально значимых объектов автомобильных дорог общего пользования местного значения и искусственных сооружений на них во исполнение правовых актов и поручений Президента Российской Федерации, Правительства Российской Федерации, Губернатора Рязанской области и Правительства Рязанской области, содержащих указание на их реализацию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19D" w:rsidRPr="00E45B8C" w:rsidRDefault="0009319D" w:rsidP="001A05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09319D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1046737,773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09319D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779949,59772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22394B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50898,3115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22394B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22394B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09319D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81617,5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09319D" w:rsidP="009A770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81617,5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09319D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81617,5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22394B" w:rsidP="0009319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2122438,18222</w:t>
            </w:r>
          </w:p>
        </w:tc>
      </w:tr>
      <w:tr w:rsidR="0009319D" w:rsidRPr="00E45B8C" w:rsidTr="00147077">
        <w:trPr>
          <w:cantSplit/>
          <w:trHeight w:val="339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19D" w:rsidRPr="00E45B8C" w:rsidRDefault="0009319D" w:rsidP="00113EF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19D" w:rsidRPr="00E45B8C" w:rsidRDefault="0009319D" w:rsidP="00113EF7">
            <w:pPr>
              <w:pStyle w:val="ConsPlusNormal"/>
              <w:outlineLv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19D" w:rsidRPr="00E45B8C" w:rsidRDefault="0009319D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09319D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394B" w:rsidRPr="00E45B8C" w:rsidTr="0022394B">
        <w:trPr>
          <w:cantSplit/>
          <w:trHeight w:val="1418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4B" w:rsidRPr="00E45B8C" w:rsidRDefault="0022394B" w:rsidP="00113EF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4B" w:rsidRPr="00E45B8C" w:rsidRDefault="0022394B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  <w:p w:rsidR="0022394B" w:rsidRPr="00E45B8C" w:rsidRDefault="0022394B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2394B" w:rsidRPr="00E45B8C" w:rsidRDefault="0022394B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2394B" w:rsidRPr="00E45B8C" w:rsidRDefault="0022394B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2394B" w:rsidRPr="00E45B8C" w:rsidRDefault="0022394B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2394B" w:rsidRPr="00E45B8C" w:rsidRDefault="0022394B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4B" w:rsidRPr="00E45B8C" w:rsidRDefault="0022394B" w:rsidP="001A05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Минтранс               Рязанской области</w:t>
            </w:r>
          </w:p>
          <w:p w:rsidR="0022394B" w:rsidRPr="00E45B8C" w:rsidRDefault="0022394B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1046737,773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779949,59772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681D9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50898,3115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681D9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681D9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81617,5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81617,5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81617,5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2122438,18222</w:t>
            </w:r>
          </w:p>
        </w:tc>
      </w:tr>
      <w:tr w:rsidR="0009319D" w:rsidRPr="00E45B8C" w:rsidTr="00FF2F18">
        <w:trPr>
          <w:cantSplit/>
          <w:trHeight w:val="186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19D" w:rsidRPr="00E45B8C" w:rsidRDefault="0009319D" w:rsidP="00D208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1.6.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19D" w:rsidRPr="00E45B8C" w:rsidRDefault="00D02784" w:rsidP="00D0278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45B8C">
              <w:rPr>
                <w:rFonts w:ascii="Times New Roman" w:hAnsi="Times New Roman"/>
                <w:sz w:val="22"/>
                <w:szCs w:val="22"/>
              </w:rPr>
              <w:t>Субсидии муниципальным образованиям на строительство (реконструкцию) автомобильных дорог общего пользования местного значения с твердым покрытием, ведущих от сети автомобильных дорог общего пользования к ближайшим общественно значимым объектам сельских населенных пунктов, а также к объектам производства и переработки сельскохозяйственной продукции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19D" w:rsidRPr="00E45B8C" w:rsidRDefault="0009319D" w:rsidP="001A05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09319D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135628,9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09319D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284647,08258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09319D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306986,02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C054CF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C054CF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C054CF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09319D" w:rsidP="009A770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09319D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C054CF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727262,00258</w:t>
            </w:r>
          </w:p>
        </w:tc>
      </w:tr>
      <w:tr w:rsidR="0009319D" w:rsidRPr="00E45B8C" w:rsidTr="00FF2F18">
        <w:trPr>
          <w:cantSplit/>
          <w:trHeight w:val="281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19D" w:rsidRPr="00E45B8C" w:rsidRDefault="0009319D" w:rsidP="00113EF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19D" w:rsidRPr="00E45B8C" w:rsidRDefault="0009319D" w:rsidP="00547E14">
            <w:pPr>
              <w:pStyle w:val="ConsPlusNormal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19D" w:rsidRPr="00E45B8C" w:rsidRDefault="0009319D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09319D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9319D" w:rsidRPr="00E45B8C" w:rsidTr="00A83837">
        <w:trPr>
          <w:cantSplit/>
          <w:trHeight w:val="1479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19D" w:rsidRPr="00E45B8C" w:rsidRDefault="0009319D" w:rsidP="00113EF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19D" w:rsidRPr="00E45B8C" w:rsidRDefault="0009319D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  <w:p w:rsidR="0009319D" w:rsidRPr="00E45B8C" w:rsidRDefault="0009319D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9319D" w:rsidRPr="00E45B8C" w:rsidRDefault="0009319D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9319D" w:rsidRPr="00E45B8C" w:rsidRDefault="0009319D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9319D" w:rsidRPr="00E45B8C" w:rsidRDefault="0009319D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9319D" w:rsidRPr="00E45B8C" w:rsidRDefault="0009319D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319D" w:rsidRPr="00E45B8C" w:rsidRDefault="0009319D" w:rsidP="001A05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Минтранс               Рязанской области</w:t>
            </w:r>
          </w:p>
          <w:p w:rsidR="0009319D" w:rsidRPr="00E45B8C" w:rsidRDefault="0009319D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09319D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48703,32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09319D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91313,66541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09319D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138466,22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C054CF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C054CF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C054CF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09319D" w:rsidP="009A770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09319D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C054CF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278483,20541</w:t>
            </w:r>
          </w:p>
        </w:tc>
      </w:tr>
      <w:tr w:rsidR="0009319D" w:rsidRPr="00E45B8C" w:rsidTr="00511CF7">
        <w:trPr>
          <w:cantSplit/>
          <w:trHeight w:val="1566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19D" w:rsidRPr="00E45B8C" w:rsidRDefault="0009319D" w:rsidP="00113EF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19D" w:rsidRPr="00E45B8C" w:rsidRDefault="0009319D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19D" w:rsidRPr="00E45B8C" w:rsidRDefault="0009319D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09319D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86925,58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09319D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193333,41717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09319D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168519,8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C054CF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C054CF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09319D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09319D" w:rsidP="009A770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09319D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19D" w:rsidRPr="00E45B8C" w:rsidRDefault="00C054CF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448778,79717</w:t>
            </w:r>
          </w:p>
        </w:tc>
      </w:tr>
      <w:tr w:rsidR="00D2088A" w:rsidRPr="00E45B8C" w:rsidTr="00003924">
        <w:trPr>
          <w:cantSplit/>
          <w:trHeight w:val="142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088A" w:rsidRPr="00E45B8C" w:rsidRDefault="00D2088A" w:rsidP="00D208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1.7.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8A" w:rsidRPr="00E45B8C" w:rsidRDefault="00D2088A" w:rsidP="00D2088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45B8C">
              <w:rPr>
                <w:rFonts w:ascii="Times New Roman" w:hAnsi="Times New Roman"/>
                <w:sz w:val="22"/>
                <w:szCs w:val="22"/>
              </w:rPr>
              <w:t>Субсидии на строительство (реконструкцию), капитальный ремонт, ремонт и содержание автомобильных дорог общего пользования местного значения и искусственных сооружений на них</w:t>
            </w:r>
          </w:p>
          <w:p w:rsidR="00D2088A" w:rsidRPr="00E45B8C" w:rsidRDefault="00D2088A" w:rsidP="0045522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8A" w:rsidRPr="00E45B8C" w:rsidRDefault="00D2088A" w:rsidP="001A05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2088A" w:rsidRPr="00E45B8C" w:rsidRDefault="00D2088A" w:rsidP="00842A9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2088A" w:rsidRPr="00E45B8C" w:rsidRDefault="00D2088A" w:rsidP="00842A9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2088A" w:rsidRPr="00E45B8C" w:rsidRDefault="00D2088A" w:rsidP="00842A9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154048,56824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2088A" w:rsidRPr="00E45B8C" w:rsidRDefault="00D2088A" w:rsidP="00842A9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269997,39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2088A" w:rsidRPr="00E45B8C" w:rsidRDefault="00D2088A" w:rsidP="00842A9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837925,06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2088A" w:rsidRPr="00E45B8C" w:rsidRDefault="00D2088A" w:rsidP="00842A9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163200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2088A" w:rsidRPr="00E45B8C" w:rsidRDefault="00D2088A" w:rsidP="00842A9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163200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2088A" w:rsidRPr="00E45B8C" w:rsidRDefault="00D2088A" w:rsidP="00842A9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163200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2088A" w:rsidRPr="00E45B8C" w:rsidRDefault="00D2088A" w:rsidP="00842A9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1751571,01824</w:t>
            </w:r>
          </w:p>
        </w:tc>
      </w:tr>
      <w:tr w:rsidR="00D2088A" w:rsidRPr="00E45B8C" w:rsidTr="004F0D3D">
        <w:trPr>
          <w:cantSplit/>
          <w:trHeight w:val="34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088A" w:rsidRPr="00E45B8C" w:rsidRDefault="00D2088A" w:rsidP="00D2088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8A" w:rsidRPr="00E45B8C" w:rsidRDefault="00D2088A" w:rsidP="0045522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45B8C">
              <w:rPr>
                <w:rFonts w:ascii="Times New Roman" w:hAnsi="Times New Roman"/>
                <w:sz w:val="22"/>
                <w:szCs w:val="22"/>
              </w:rPr>
              <w:t>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8A" w:rsidRPr="00E45B8C" w:rsidRDefault="00D2088A" w:rsidP="001A05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2088A" w:rsidRPr="00E45B8C" w:rsidRDefault="00D2088A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088A" w:rsidRPr="00E45B8C" w:rsidTr="00D2088A">
        <w:trPr>
          <w:cantSplit/>
          <w:trHeight w:val="1424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8A" w:rsidRPr="00E45B8C" w:rsidRDefault="00D2088A" w:rsidP="00D2088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8A" w:rsidRPr="00E45B8C" w:rsidRDefault="00D2088A" w:rsidP="00842A9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45B8C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8A" w:rsidRPr="00E45B8C" w:rsidRDefault="00D2088A" w:rsidP="00842A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Минтранс               Рязанской области</w:t>
            </w:r>
          </w:p>
          <w:p w:rsidR="00D2088A" w:rsidRPr="00E45B8C" w:rsidRDefault="00D2088A" w:rsidP="00842A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2088A" w:rsidRPr="00E45B8C" w:rsidRDefault="00D2088A" w:rsidP="00842A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2088A" w:rsidRPr="00E45B8C" w:rsidRDefault="00D2088A" w:rsidP="00842A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2088A" w:rsidRPr="00E45B8C" w:rsidRDefault="00D2088A" w:rsidP="00842A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2088A" w:rsidRPr="00E45B8C" w:rsidRDefault="00D2088A" w:rsidP="00842A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2088A" w:rsidRPr="00E45B8C" w:rsidRDefault="00D2088A" w:rsidP="00842A9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2088A" w:rsidRPr="00E45B8C" w:rsidRDefault="00D2088A" w:rsidP="00842A9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2088A" w:rsidRPr="00E45B8C" w:rsidRDefault="00D2088A" w:rsidP="00842A9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154048,56824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2088A" w:rsidRPr="00E45B8C" w:rsidRDefault="00D2088A" w:rsidP="00842A9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269997,39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2088A" w:rsidRPr="00E45B8C" w:rsidRDefault="00D2088A" w:rsidP="00842A9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837925,06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2088A" w:rsidRPr="00E45B8C" w:rsidRDefault="00D2088A" w:rsidP="00842A9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163200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2088A" w:rsidRPr="00E45B8C" w:rsidRDefault="00D2088A" w:rsidP="00842A9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163200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2088A" w:rsidRPr="00E45B8C" w:rsidRDefault="00D2088A" w:rsidP="00842A9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163200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2088A" w:rsidRPr="00E45B8C" w:rsidRDefault="00D2088A" w:rsidP="00842A9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1751571,01824</w:t>
            </w:r>
          </w:p>
        </w:tc>
      </w:tr>
      <w:tr w:rsidR="00C054CF" w:rsidRPr="00E45B8C" w:rsidTr="00D2088A">
        <w:trPr>
          <w:cantSplit/>
          <w:trHeight w:val="142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CF" w:rsidRPr="00E45B8C" w:rsidRDefault="00D2088A" w:rsidP="00D208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1.8.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CF" w:rsidRPr="00E45B8C" w:rsidRDefault="00D02784" w:rsidP="0075581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45B8C">
              <w:rPr>
                <w:rFonts w:ascii="Times New Roman" w:hAnsi="Times New Roman"/>
                <w:sz w:val="22"/>
                <w:szCs w:val="22"/>
              </w:rPr>
              <w:t xml:space="preserve">Субсидии муниципальным образованиям на строительство и реконструкцию автомобильных дорог общего пользования </w:t>
            </w:r>
            <w:r w:rsidR="0075581C" w:rsidRPr="00E45B8C">
              <w:rPr>
                <w:rFonts w:ascii="Times New Roman" w:hAnsi="Times New Roman"/>
                <w:sz w:val="22"/>
                <w:szCs w:val="22"/>
              </w:rPr>
              <w:t xml:space="preserve">местного значения </w:t>
            </w:r>
            <w:r w:rsidR="00524EAF" w:rsidRPr="00E45B8C">
              <w:rPr>
                <w:rFonts w:ascii="Times New Roman" w:hAnsi="Times New Roman"/>
                <w:sz w:val="22"/>
                <w:szCs w:val="22"/>
              </w:rPr>
              <w:t>с твердым покрытием,</w:t>
            </w:r>
            <w:r w:rsidRPr="00E45B8C">
              <w:rPr>
                <w:rFonts w:ascii="Times New Roman" w:hAnsi="Times New Roman"/>
                <w:sz w:val="22"/>
                <w:szCs w:val="22"/>
              </w:rPr>
              <w:t xml:space="preserve">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CF" w:rsidRPr="00E45B8C" w:rsidRDefault="00C054CF" w:rsidP="001A05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054CF" w:rsidRPr="00E45B8C" w:rsidRDefault="00C054CF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054CF" w:rsidRPr="00E45B8C" w:rsidRDefault="00C054CF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054CF" w:rsidRPr="00E45B8C" w:rsidRDefault="00C054CF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054CF" w:rsidRPr="00E45B8C" w:rsidRDefault="00265010" w:rsidP="00C1416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240164,5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054CF" w:rsidRPr="00E45B8C" w:rsidRDefault="00C054CF" w:rsidP="00C1416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159652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054CF" w:rsidRPr="00E45B8C" w:rsidRDefault="00C054CF" w:rsidP="00C1416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054CF" w:rsidRPr="00E45B8C" w:rsidRDefault="00C054CF" w:rsidP="00C1416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054CF" w:rsidRPr="00E45B8C" w:rsidRDefault="00C054CF" w:rsidP="00C1416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054CF" w:rsidRPr="00E45B8C" w:rsidRDefault="00265010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409816,5</w:t>
            </w:r>
          </w:p>
        </w:tc>
      </w:tr>
      <w:tr w:rsidR="00D2088A" w:rsidRPr="00E45B8C" w:rsidTr="00D2088A">
        <w:trPr>
          <w:cantSplit/>
          <w:trHeight w:val="326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8A" w:rsidRPr="00E45B8C" w:rsidRDefault="00D2088A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8A" w:rsidRPr="00E45B8C" w:rsidRDefault="00D2088A" w:rsidP="0045522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45B8C">
              <w:rPr>
                <w:rFonts w:ascii="Times New Roman" w:hAnsi="Times New Roman"/>
                <w:sz w:val="22"/>
                <w:szCs w:val="22"/>
              </w:rPr>
              <w:t>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8A" w:rsidRPr="00E45B8C" w:rsidRDefault="00D2088A" w:rsidP="001A05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2088A" w:rsidRPr="00E45B8C" w:rsidRDefault="00D2088A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54CF" w:rsidRPr="00E45B8C" w:rsidTr="00D2088A">
        <w:trPr>
          <w:cantSplit/>
          <w:trHeight w:val="1424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CF" w:rsidRPr="00E45B8C" w:rsidRDefault="00C054CF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CF" w:rsidRPr="00E45B8C" w:rsidRDefault="00C054CF" w:rsidP="0045522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45B8C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CF" w:rsidRPr="00E45B8C" w:rsidRDefault="00C054CF" w:rsidP="00C054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Минтранс               Рязанской области</w:t>
            </w:r>
          </w:p>
          <w:p w:rsidR="00C054CF" w:rsidRPr="00E45B8C" w:rsidRDefault="00C054CF" w:rsidP="001A05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054CF" w:rsidRPr="00E45B8C" w:rsidRDefault="00C054CF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054CF" w:rsidRPr="00E45B8C" w:rsidRDefault="00C054CF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054CF" w:rsidRPr="00E45B8C" w:rsidRDefault="00C054CF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054CF" w:rsidRPr="00E45B8C" w:rsidRDefault="00265010" w:rsidP="00C1416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054CF" w:rsidRPr="00E45B8C" w:rsidRDefault="00C054CF" w:rsidP="00C1416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45000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054CF" w:rsidRPr="00E45B8C" w:rsidRDefault="00C054CF" w:rsidP="00C1416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054CF" w:rsidRPr="00E45B8C" w:rsidRDefault="00C054CF" w:rsidP="00C1416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054CF" w:rsidRPr="00E45B8C" w:rsidRDefault="00C054CF" w:rsidP="00C1416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054CF" w:rsidRPr="00E45B8C" w:rsidRDefault="00265010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185000</w:t>
            </w:r>
          </w:p>
        </w:tc>
      </w:tr>
      <w:tr w:rsidR="00C054CF" w:rsidRPr="00E45B8C" w:rsidTr="00D2088A">
        <w:trPr>
          <w:cantSplit/>
          <w:trHeight w:val="1126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CF" w:rsidRPr="00E45B8C" w:rsidRDefault="00C054CF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CF" w:rsidRPr="00E45B8C" w:rsidRDefault="00C054CF" w:rsidP="0045522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45B8C">
              <w:rPr>
                <w:rFonts w:ascii="Times New Roman" w:hAnsi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CF" w:rsidRPr="00E45B8C" w:rsidRDefault="00C054CF" w:rsidP="001A05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054CF" w:rsidRPr="00E45B8C" w:rsidRDefault="00C054CF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054CF" w:rsidRPr="00E45B8C" w:rsidRDefault="00C054CF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054CF" w:rsidRPr="00E45B8C" w:rsidRDefault="00C054CF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054CF" w:rsidRPr="00E45B8C" w:rsidRDefault="00C054CF" w:rsidP="00C1416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110164,5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054CF" w:rsidRPr="00E45B8C" w:rsidRDefault="00C054CF" w:rsidP="00C1416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114652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054CF" w:rsidRPr="00E45B8C" w:rsidRDefault="00C054CF" w:rsidP="00C1416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054CF" w:rsidRPr="00E45B8C" w:rsidRDefault="00C054CF" w:rsidP="00C1416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054CF" w:rsidRPr="00E45B8C" w:rsidRDefault="00C054CF" w:rsidP="00C1416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054CF" w:rsidRPr="00E45B8C" w:rsidRDefault="00C054CF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224816,5</w:t>
            </w:r>
          </w:p>
        </w:tc>
      </w:tr>
      <w:tr w:rsidR="004421AA" w:rsidRPr="00E45B8C" w:rsidTr="00D2088A">
        <w:trPr>
          <w:cantSplit/>
          <w:trHeight w:val="162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AA" w:rsidRPr="00E45B8C" w:rsidRDefault="00D2088A" w:rsidP="00D208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1.9</w:t>
            </w:r>
            <w:r w:rsidR="004421AA" w:rsidRPr="00E45B8C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421AA" w:rsidRPr="00E45B8C" w:rsidRDefault="004421AA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421AA" w:rsidRPr="00E45B8C" w:rsidRDefault="004421AA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421AA" w:rsidRPr="00E45B8C" w:rsidRDefault="004421AA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421AA" w:rsidRPr="00E45B8C" w:rsidRDefault="004421AA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421AA" w:rsidRPr="00E45B8C" w:rsidRDefault="004421AA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421AA" w:rsidRPr="00E45B8C" w:rsidRDefault="004421AA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421AA" w:rsidRPr="00E45B8C" w:rsidRDefault="004421AA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421AA" w:rsidRPr="00E45B8C" w:rsidRDefault="004421AA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421AA" w:rsidRPr="00E45B8C" w:rsidRDefault="004421AA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421AA" w:rsidRPr="00E45B8C" w:rsidRDefault="004421AA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421AA" w:rsidRPr="00E45B8C" w:rsidRDefault="004421AA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421AA" w:rsidRPr="00E45B8C" w:rsidRDefault="004421AA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421AA" w:rsidRPr="00E45B8C" w:rsidRDefault="004421AA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421AA" w:rsidRPr="00E45B8C" w:rsidRDefault="004421AA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421AA" w:rsidRPr="00E45B8C" w:rsidRDefault="004421AA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421AA" w:rsidRPr="00E45B8C" w:rsidRDefault="004421AA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421AA" w:rsidRPr="00E45B8C" w:rsidRDefault="004421AA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421AA" w:rsidRPr="00E45B8C" w:rsidRDefault="004421AA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AA" w:rsidRPr="00E45B8C" w:rsidRDefault="004421AA" w:rsidP="0045522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45B8C">
              <w:rPr>
                <w:rFonts w:ascii="Times New Roman" w:hAnsi="Times New Roman"/>
                <w:sz w:val="22"/>
                <w:szCs w:val="22"/>
              </w:rPr>
              <w:t>Обеспечение реализации мероприятий в области дорожного хозяйства Рязанской области</w:t>
            </w:r>
          </w:p>
          <w:p w:rsidR="004421AA" w:rsidRPr="00E45B8C" w:rsidRDefault="004421AA" w:rsidP="0045522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  <w:p w:rsidR="004421AA" w:rsidRPr="00E45B8C" w:rsidRDefault="004421AA" w:rsidP="0045522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  <w:p w:rsidR="004421AA" w:rsidRPr="00E45B8C" w:rsidRDefault="004421AA" w:rsidP="0045522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AA" w:rsidRPr="00E45B8C" w:rsidRDefault="004421AA" w:rsidP="005306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4552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160448,2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1206B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146941,03078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265010" w:rsidP="004552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148252,61545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4552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160448,2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4552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160448,2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4552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157305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4552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157305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4552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157305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265010" w:rsidP="001206B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1248453,24623</w:t>
            </w:r>
          </w:p>
        </w:tc>
      </w:tr>
      <w:tr w:rsidR="004421AA" w:rsidRPr="00E45B8C" w:rsidTr="004421AA">
        <w:trPr>
          <w:cantSplit/>
          <w:trHeight w:val="297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AA" w:rsidRPr="00E45B8C" w:rsidRDefault="004421AA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AA" w:rsidRPr="00E45B8C" w:rsidRDefault="004421AA" w:rsidP="00113EF7">
            <w:pPr>
              <w:pStyle w:val="ConsPlusNormal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AA" w:rsidRPr="00E45B8C" w:rsidRDefault="004421AA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21AA" w:rsidRPr="00E45B8C" w:rsidTr="00D2088A">
        <w:trPr>
          <w:cantSplit/>
          <w:trHeight w:val="153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AA" w:rsidRPr="00E45B8C" w:rsidRDefault="004421AA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AA" w:rsidRPr="00E45B8C" w:rsidRDefault="004421AA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AA" w:rsidRPr="00E45B8C" w:rsidRDefault="004421AA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421AA" w:rsidRPr="00E45B8C" w:rsidRDefault="004421AA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421AA" w:rsidRPr="00E45B8C" w:rsidRDefault="004421AA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421AA" w:rsidRPr="00E45B8C" w:rsidRDefault="004421AA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421AA" w:rsidRPr="00E45B8C" w:rsidRDefault="004421AA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421AA" w:rsidRPr="00E45B8C" w:rsidRDefault="004421AA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421AA" w:rsidRPr="00E45B8C" w:rsidRDefault="004421AA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160448,2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146941,03078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265010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148252,61545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160448,2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160448,2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157305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157305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157305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265010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1248453,24623</w:t>
            </w:r>
          </w:p>
        </w:tc>
      </w:tr>
      <w:tr w:rsidR="004421AA" w:rsidRPr="00E45B8C" w:rsidTr="00D2088A">
        <w:trPr>
          <w:cantSplit/>
          <w:trHeight w:val="1559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AA" w:rsidRPr="00E45B8C" w:rsidRDefault="004421AA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AA" w:rsidRPr="00E45B8C" w:rsidRDefault="004421AA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F6D95" w:rsidRPr="00E45B8C" w:rsidRDefault="00EF6D95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F6D95" w:rsidRPr="00E45B8C" w:rsidRDefault="00EF6D95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F6D95" w:rsidRPr="00E45B8C" w:rsidRDefault="00EF6D95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F6D95" w:rsidRPr="00E45B8C" w:rsidRDefault="00EF6D95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F6D95" w:rsidRPr="00E45B8C" w:rsidRDefault="00EF6D95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AA" w:rsidRPr="00E45B8C" w:rsidRDefault="004421AA" w:rsidP="00511C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Минтранс               Рязанской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160448,2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146941,03078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260F39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31700,41578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260F39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339089,64656</w:t>
            </w:r>
          </w:p>
        </w:tc>
      </w:tr>
      <w:tr w:rsidR="00E41991" w:rsidRPr="00E45B8C" w:rsidTr="004421AA">
        <w:trPr>
          <w:cantSplit/>
          <w:trHeight w:val="141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991" w:rsidRPr="00E45B8C" w:rsidRDefault="00E41991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991" w:rsidRPr="00E45B8C" w:rsidRDefault="00E41991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  <w:p w:rsidR="00EF6D95" w:rsidRPr="00E45B8C" w:rsidRDefault="00EF6D95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F6D95" w:rsidRPr="00E45B8C" w:rsidRDefault="00EF6D95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F6D95" w:rsidRPr="00E45B8C" w:rsidRDefault="00EF6D95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F6D95" w:rsidRPr="00E45B8C" w:rsidRDefault="00EF6D95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F6D95" w:rsidRPr="00E45B8C" w:rsidRDefault="00EF6D95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991" w:rsidRPr="00E45B8C" w:rsidRDefault="00E41991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41991" w:rsidRPr="00E45B8C" w:rsidRDefault="00E41991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160448,2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41991" w:rsidRPr="00E45B8C" w:rsidRDefault="00E41991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146941,03078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41991" w:rsidRPr="00E45B8C" w:rsidRDefault="00260F39" w:rsidP="0012129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31700,41578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41991" w:rsidRPr="00E45B8C" w:rsidRDefault="00E41991" w:rsidP="0012129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41991" w:rsidRPr="00E45B8C" w:rsidRDefault="00E41991" w:rsidP="0012129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41991" w:rsidRPr="00E45B8C" w:rsidRDefault="00E41991" w:rsidP="0012129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41991" w:rsidRPr="00E45B8C" w:rsidRDefault="00E41991" w:rsidP="0012129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41991" w:rsidRPr="00E45B8C" w:rsidRDefault="00E41991" w:rsidP="0012129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41991" w:rsidRPr="00E45B8C" w:rsidRDefault="00260F39" w:rsidP="0012129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339089,64656</w:t>
            </w:r>
          </w:p>
        </w:tc>
      </w:tr>
      <w:tr w:rsidR="004421AA" w:rsidRPr="00E45B8C" w:rsidTr="00216563">
        <w:trPr>
          <w:cantSplit/>
          <w:trHeight w:val="129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AA" w:rsidRPr="00E45B8C" w:rsidRDefault="004421AA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AA" w:rsidRPr="00E45B8C" w:rsidRDefault="004421AA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421AA" w:rsidRPr="00E45B8C" w:rsidRDefault="004421AA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F6D95" w:rsidRPr="00E45B8C" w:rsidRDefault="00EF6D95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F6D95" w:rsidRPr="00E45B8C" w:rsidRDefault="00EF6D95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F6D95" w:rsidRPr="00E45B8C" w:rsidRDefault="00EF6D95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F6D95" w:rsidRPr="00E45B8C" w:rsidRDefault="00EF6D95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1AA" w:rsidRPr="00E45B8C" w:rsidRDefault="004421AA" w:rsidP="00511C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ГКУ Рязанской области «ДДРО»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265010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116552,19967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160448,2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160448,2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157305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157305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157305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265010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909363,59967</w:t>
            </w:r>
          </w:p>
        </w:tc>
      </w:tr>
      <w:tr w:rsidR="004421AA" w:rsidRPr="00E45B8C" w:rsidTr="00216563">
        <w:trPr>
          <w:cantSplit/>
          <w:trHeight w:val="1339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AA" w:rsidRPr="00E45B8C" w:rsidRDefault="004421AA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AA" w:rsidRPr="00E45B8C" w:rsidRDefault="004421AA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  <w:p w:rsidR="004421AA" w:rsidRPr="00E45B8C" w:rsidRDefault="004421AA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421AA" w:rsidRPr="00E45B8C" w:rsidRDefault="004421AA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6563" w:rsidRPr="00E45B8C" w:rsidRDefault="00216563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60F39" w:rsidRPr="00E45B8C" w:rsidRDefault="00260F39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60F39" w:rsidRPr="00E45B8C" w:rsidRDefault="00260F39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AA" w:rsidRPr="00E45B8C" w:rsidRDefault="004421AA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265010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116552,19967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160448,2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160448,2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157305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157305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4421AA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157305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1AA" w:rsidRPr="00E45B8C" w:rsidRDefault="00265010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909363,59967</w:t>
            </w:r>
          </w:p>
        </w:tc>
      </w:tr>
      <w:tr w:rsidR="00C054CF" w:rsidRPr="00E45B8C" w:rsidTr="00D2088A">
        <w:trPr>
          <w:cantSplit/>
          <w:trHeight w:val="920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54CF" w:rsidRPr="00E45B8C" w:rsidRDefault="00D2088A" w:rsidP="00D208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1.10</w:t>
            </w:r>
            <w:r w:rsidR="00C054CF" w:rsidRPr="00E45B8C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CF" w:rsidRPr="00E45B8C" w:rsidRDefault="00C054CF" w:rsidP="00EF6D9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45B8C">
              <w:rPr>
                <w:rFonts w:ascii="Times New Roman" w:hAnsi="Times New Roman"/>
                <w:sz w:val="22"/>
                <w:szCs w:val="22"/>
              </w:rPr>
              <w:t>Повышение качества транспортного обслуживания населения общественным транспортом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CF" w:rsidRPr="00E45B8C" w:rsidRDefault="00C054CF" w:rsidP="00D2088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054CF" w:rsidRPr="00E45B8C" w:rsidRDefault="00C054CF" w:rsidP="008932D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054CF" w:rsidRPr="00E45B8C" w:rsidRDefault="00C054CF" w:rsidP="008932D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054CF" w:rsidRPr="00E45B8C" w:rsidRDefault="00C054CF" w:rsidP="008932D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054CF" w:rsidRPr="00E45B8C" w:rsidRDefault="00C054CF" w:rsidP="008932D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054CF" w:rsidRPr="00E45B8C" w:rsidRDefault="00C054CF" w:rsidP="008932D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054CF" w:rsidRPr="00E45B8C" w:rsidRDefault="00C054CF" w:rsidP="008932D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054CF" w:rsidRPr="00E45B8C" w:rsidRDefault="00C054CF" w:rsidP="008932D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054CF" w:rsidRPr="00E45B8C" w:rsidRDefault="00C054CF" w:rsidP="008932D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054CF" w:rsidRPr="00E45B8C" w:rsidRDefault="00C054CF" w:rsidP="008932D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1750</w:t>
            </w:r>
          </w:p>
        </w:tc>
      </w:tr>
      <w:tr w:rsidR="00D2088A" w:rsidRPr="00E45B8C" w:rsidTr="001A0FE4">
        <w:trPr>
          <w:cantSplit/>
          <w:trHeight w:val="36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088A" w:rsidRPr="00E45B8C" w:rsidRDefault="00D2088A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8A" w:rsidRPr="00E45B8C" w:rsidRDefault="00D2088A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8A" w:rsidRPr="00E45B8C" w:rsidRDefault="00D2088A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2088A" w:rsidRPr="00E45B8C" w:rsidRDefault="00D2088A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54CF" w:rsidRPr="00E45B8C" w:rsidTr="00D2088A">
        <w:trPr>
          <w:cantSplit/>
          <w:trHeight w:val="902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CF" w:rsidRPr="00E45B8C" w:rsidRDefault="00C054CF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CF" w:rsidRPr="00E45B8C" w:rsidRDefault="00C054CF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CF" w:rsidRPr="00E45B8C" w:rsidRDefault="00C054CF" w:rsidP="0021357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Минтранс               Рязанской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054CF" w:rsidRPr="00E45B8C" w:rsidRDefault="00C054CF" w:rsidP="008932D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054CF" w:rsidRPr="00E45B8C" w:rsidRDefault="00C054CF" w:rsidP="008932D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054CF" w:rsidRPr="00E45B8C" w:rsidRDefault="00C054CF" w:rsidP="008932D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054CF" w:rsidRPr="00E45B8C" w:rsidRDefault="00C054CF" w:rsidP="008932D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054CF" w:rsidRPr="00E45B8C" w:rsidRDefault="00C054CF" w:rsidP="008932D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054CF" w:rsidRPr="00E45B8C" w:rsidRDefault="00C054CF" w:rsidP="008932D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054CF" w:rsidRPr="00E45B8C" w:rsidRDefault="00C054CF" w:rsidP="008932D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054CF" w:rsidRPr="00E45B8C" w:rsidRDefault="00C054CF" w:rsidP="008932D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054CF" w:rsidRPr="00E45B8C" w:rsidRDefault="00C054CF" w:rsidP="008932D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1750</w:t>
            </w:r>
          </w:p>
        </w:tc>
      </w:tr>
      <w:tr w:rsidR="0022394B" w:rsidRPr="00E45B8C" w:rsidTr="0022394B">
        <w:trPr>
          <w:cantSplit/>
          <w:trHeight w:val="286"/>
        </w:trPr>
        <w:tc>
          <w:tcPr>
            <w:tcW w:w="14317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563" w:rsidRPr="00E45B8C" w:rsidRDefault="00216563" w:rsidP="00216563">
            <w:pPr>
              <w:ind w:left="-108" w:right="-108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45B8C">
              <w:rPr>
                <w:rFonts w:ascii="Times New Roman" w:hAnsi="Times New Roman"/>
                <w:sz w:val="23"/>
                <w:szCs w:val="23"/>
              </w:rPr>
              <w:t>Мероприятия по реализации регионального проекта «Дорожная сеть (Рязанская область)</w:t>
            </w:r>
            <w:r w:rsidR="002C7EB0" w:rsidRPr="00E45B8C">
              <w:rPr>
                <w:rFonts w:ascii="Times New Roman" w:hAnsi="Times New Roman"/>
                <w:sz w:val="23"/>
                <w:szCs w:val="23"/>
              </w:rPr>
              <w:t>»</w:t>
            </w:r>
            <w:r w:rsidRPr="00E45B8C">
              <w:rPr>
                <w:rFonts w:ascii="Times New Roman" w:hAnsi="Times New Roman"/>
                <w:sz w:val="23"/>
                <w:szCs w:val="23"/>
              </w:rPr>
              <w:t xml:space="preserve">, </w:t>
            </w:r>
          </w:p>
          <w:p w:rsidR="00216563" w:rsidRPr="00E45B8C" w:rsidRDefault="001030FD" w:rsidP="00216563">
            <w:pPr>
              <w:ind w:left="-108" w:right="-108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45B8C">
              <w:rPr>
                <w:rFonts w:ascii="Times New Roman" w:hAnsi="Times New Roman"/>
                <w:sz w:val="23"/>
                <w:szCs w:val="23"/>
              </w:rPr>
              <w:t>направленны</w:t>
            </w:r>
            <w:r w:rsidR="00E45B8C">
              <w:rPr>
                <w:rFonts w:ascii="Times New Roman" w:hAnsi="Times New Roman"/>
                <w:sz w:val="23"/>
                <w:szCs w:val="23"/>
              </w:rPr>
              <w:t>е</w:t>
            </w:r>
            <w:r w:rsidRPr="00E45B8C">
              <w:rPr>
                <w:rFonts w:ascii="Times New Roman" w:hAnsi="Times New Roman"/>
                <w:sz w:val="23"/>
                <w:szCs w:val="23"/>
              </w:rPr>
              <w:t xml:space="preserve"> на</w:t>
            </w:r>
            <w:r w:rsidR="00216563" w:rsidRPr="00E45B8C">
              <w:rPr>
                <w:rFonts w:ascii="Times New Roman" w:hAnsi="Times New Roman"/>
                <w:sz w:val="23"/>
                <w:szCs w:val="23"/>
              </w:rPr>
              <w:t xml:space="preserve"> достижение результатов </w:t>
            </w:r>
            <w:r w:rsidRPr="00E45B8C">
              <w:rPr>
                <w:rFonts w:ascii="Times New Roman" w:hAnsi="Times New Roman"/>
                <w:sz w:val="23"/>
                <w:szCs w:val="23"/>
              </w:rPr>
              <w:t xml:space="preserve">реализации </w:t>
            </w:r>
            <w:r w:rsidR="00216563" w:rsidRPr="00E45B8C">
              <w:rPr>
                <w:rFonts w:ascii="Times New Roman" w:hAnsi="Times New Roman"/>
                <w:sz w:val="23"/>
                <w:szCs w:val="23"/>
              </w:rPr>
              <w:t xml:space="preserve">федерального проекта «Дорожная сеть» </w:t>
            </w:r>
          </w:p>
          <w:p w:rsidR="0022394B" w:rsidRPr="00E45B8C" w:rsidRDefault="00216563" w:rsidP="001030F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  <w:sz w:val="23"/>
                <w:szCs w:val="23"/>
              </w:rPr>
              <w:t>в рамках национального проекта «Безопасные и качественные автомобильные дороги»</w:t>
            </w:r>
          </w:p>
        </w:tc>
      </w:tr>
      <w:tr w:rsidR="0021357F" w:rsidRPr="00E45B8C" w:rsidTr="00D2088A">
        <w:trPr>
          <w:cantSplit/>
          <w:trHeight w:val="122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57F" w:rsidRPr="00E45B8C" w:rsidRDefault="00D2088A" w:rsidP="00D208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1.11</w:t>
            </w:r>
            <w:r w:rsidR="0021357F" w:rsidRPr="00E45B8C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57F" w:rsidRPr="00E45B8C" w:rsidRDefault="0021357F" w:rsidP="0022394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45B8C">
              <w:rPr>
                <w:rFonts w:ascii="Times New Roman" w:hAnsi="Times New Roman"/>
                <w:sz w:val="22"/>
                <w:szCs w:val="22"/>
              </w:rPr>
              <w:t xml:space="preserve">Содержание автомобильных дорог </w:t>
            </w:r>
            <w:r w:rsidR="00835D97" w:rsidRPr="00E45B8C">
              <w:rPr>
                <w:rFonts w:ascii="Times New Roman" w:hAnsi="Times New Roman"/>
                <w:sz w:val="22"/>
                <w:szCs w:val="22"/>
              </w:rPr>
              <w:t xml:space="preserve">             </w:t>
            </w:r>
            <w:r w:rsidRPr="00E45B8C">
              <w:rPr>
                <w:rFonts w:ascii="Times New Roman" w:hAnsi="Times New Roman"/>
                <w:sz w:val="22"/>
                <w:szCs w:val="22"/>
              </w:rPr>
              <w:t xml:space="preserve">общего пользования регионального </w:t>
            </w:r>
            <w:r w:rsidR="00835D97" w:rsidRPr="00E45B8C">
              <w:rPr>
                <w:rFonts w:ascii="Times New Roman" w:hAnsi="Times New Roman"/>
                <w:sz w:val="22"/>
                <w:szCs w:val="22"/>
              </w:rPr>
              <w:t xml:space="preserve">                 </w:t>
            </w:r>
            <w:r w:rsidRPr="00E45B8C">
              <w:rPr>
                <w:rFonts w:ascii="Times New Roman" w:hAnsi="Times New Roman"/>
                <w:sz w:val="22"/>
                <w:szCs w:val="22"/>
              </w:rPr>
              <w:t xml:space="preserve">или межмуниципального значения и </w:t>
            </w:r>
          </w:p>
          <w:p w:rsidR="00835D97" w:rsidRPr="00E45B8C" w:rsidRDefault="0021357F" w:rsidP="00835D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45B8C">
              <w:rPr>
                <w:rFonts w:ascii="Times New Roman" w:hAnsi="Times New Roman"/>
                <w:sz w:val="22"/>
                <w:szCs w:val="22"/>
              </w:rPr>
              <w:t xml:space="preserve">искусственных сооружений </w:t>
            </w:r>
            <w:proofErr w:type="gramStart"/>
            <w:r w:rsidRPr="00E45B8C">
              <w:rPr>
                <w:rFonts w:ascii="Times New Roman" w:hAnsi="Times New Roman"/>
                <w:sz w:val="22"/>
                <w:szCs w:val="22"/>
              </w:rPr>
              <w:t>на</w:t>
            </w:r>
            <w:proofErr w:type="gramEnd"/>
            <w:r w:rsidRPr="00E45B8C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260F39" w:rsidRPr="00E45B8C" w:rsidRDefault="0021357F" w:rsidP="00D2088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45B8C">
              <w:rPr>
                <w:rFonts w:ascii="Times New Roman" w:hAnsi="Times New Roman"/>
                <w:sz w:val="22"/>
                <w:szCs w:val="22"/>
              </w:rPr>
              <w:t>них</w:t>
            </w:r>
          </w:p>
          <w:p w:rsidR="00D2088A" w:rsidRPr="00E45B8C" w:rsidRDefault="00D2088A" w:rsidP="00D2088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57F" w:rsidRPr="00E45B8C" w:rsidRDefault="0021357F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1357F" w:rsidRPr="00E45B8C" w:rsidRDefault="0021357F" w:rsidP="00681D9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1357F" w:rsidRPr="00E45B8C" w:rsidRDefault="0021357F" w:rsidP="00681D9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1357F" w:rsidRPr="00E45B8C" w:rsidRDefault="00260F39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10778,49234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1357F" w:rsidRPr="00E45B8C" w:rsidRDefault="0021357F" w:rsidP="00681D9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1357F" w:rsidRPr="00E45B8C" w:rsidRDefault="0021357F" w:rsidP="00681D9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1357F" w:rsidRPr="00E45B8C" w:rsidRDefault="0021357F" w:rsidP="00681D9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1357F" w:rsidRPr="00E45B8C" w:rsidRDefault="0021357F" w:rsidP="00681D9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1357F" w:rsidRPr="00E45B8C" w:rsidRDefault="0021357F" w:rsidP="00681D9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1357F" w:rsidRPr="00E45B8C" w:rsidRDefault="00260F39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10778,49234</w:t>
            </w:r>
          </w:p>
        </w:tc>
      </w:tr>
      <w:tr w:rsidR="0021357F" w:rsidRPr="00E45B8C" w:rsidTr="00D2088A">
        <w:trPr>
          <w:cantSplit/>
          <w:trHeight w:val="276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57F" w:rsidRPr="00E45B8C" w:rsidRDefault="0021357F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57F" w:rsidRPr="00E45B8C" w:rsidRDefault="0021357F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57F" w:rsidRPr="00E45B8C" w:rsidRDefault="0021357F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1357F" w:rsidRPr="00E45B8C" w:rsidRDefault="0021357F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357F" w:rsidRPr="00E45B8C" w:rsidTr="00D2088A">
        <w:trPr>
          <w:cantSplit/>
          <w:trHeight w:val="122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57F" w:rsidRPr="00E45B8C" w:rsidRDefault="0021357F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57F" w:rsidRPr="00E45B8C" w:rsidRDefault="0021357F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1357F" w:rsidRPr="00E45B8C" w:rsidRDefault="0021357F" w:rsidP="00223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ГКУ Рязанской области «ДДРО»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1357F" w:rsidRPr="00E45B8C" w:rsidRDefault="0021357F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1357F" w:rsidRPr="00E45B8C" w:rsidRDefault="0021357F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1357F" w:rsidRPr="00E45B8C" w:rsidRDefault="00260F39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4687,83034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1357F" w:rsidRPr="00E45B8C" w:rsidRDefault="0021357F" w:rsidP="00681D9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1357F" w:rsidRPr="00E45B8C" w:rsidRDefault="0021357F" w:rsidP="00681D9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1357F" w:rsidRPr="00E45B8C" w:rsidRDefault="0021357F" w:rsidP="00681D9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1357F" w:rsidRPr="00E45B8C" w:rsidRDefault="0021357F" w:rsidP="00681D9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1357F" w:rsidRPr="00E45B8C" w:rsidRDefault="0021357F" w:rsidP="00681D9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1357F" w:rsidRPr="00E45B8C" w:rsidRDefault="00260F39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4687,83034</w:t>
            </w:r>
          </w:p>
        </w:tc>
      </w:tr>
      <w:tr w:rsidR="0021357F" w:rsidRPr="00E45B8C" w:rsidTr="0021357F">
        <w:trPr>
          <w:cantSplit/>
          <w:trHeight w:val="1118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57F" w:rsidRPr="00E45B8C" w:rsidRDefault="0021357F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57F" w:rsidRPr="00E45B8C" w:rsidRDefault="0021357F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57F" w:rsidRPr="00E45B8C" w:rsidRDefault="0021357F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1357F" w:rsidRPr="00E45B8C" w:rsidRDefault="0021357F" w:rsidP="00681D9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1357F" w:rsidRPr="00E45B8C" w:rsidRDefault="0021357F" w:rsidP="00681D9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1357F" w:rsidRPr="00E45B8C" w:rsidRDefault="0021357F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6090,662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1357F" w:rsidRPr="00E45B8C" w:rsidRDefault="0021357F" w:rsidP="00681D9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1357F" w:rsidRPr="00E45B8C" w:rsidRDefault="0021357F" w:rsidP="00681D9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1357F" w:rsidRPr="00E45B8C" w:rsidRDefault="0021357F" w:rsidP="00681D9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1357F" w:rsidRPr="00E45B8C" w:rsidRDefault="0021357F" w:rsidP="00681D9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1357F" w:rsidRPr="00E45B8C" w:rsidRDefault="0021357F" w:rsidP="00681D9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1357F" w:rsidRPr="00E45B8C" w:rsidRDefault="0021357F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6090,662</w:t>
            </w:r>
          </w:p>
        </w:tc>
      </w:tr>
      <w:tr w:rsidR="0022394B" w:rsidRPr="00E45B8C" w:rsidTr="0021357F">
        <w:trPr>
          <w:cantSplit/>
          <w:trHeight w:val="122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4B" w:rsidRPr="00E45B8C" w:rsidRDefault="0022394B" w:rsidP="00D208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  <w:r w:rsidR="00D2088A" w:rsidRPr="00E45B8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4B" w:rsidRPr="00E45B8C" w:rsidRDefault="0022394B" w:rsidP="0022394B">
            <w:pPr>
              <w:rPr>
                <w:rFonts w:ascii="Times New Roman" w:hAnsi="Times New Roman"/>
                <w:sz w:val="22"/>
                <w:szCs w:val="22"/>
              </w:rPr>
            </w:pPr>
            <w:r w:rsidRPr="00E45B8C">
              <w:rPr>
                <w:rFonts w:ascii="Times New Roman" w:hAnsi="Times New Roman"/>
                <w:sz w:val="22"/>
                <w:szCs w:val="22"/>
              </w:rPr>
              <w:t xml:space="preserve">Капитальный ремонт и ремонт </w:t>
            </w:r>
          </w:p>
          <w:p w:rsidR="0022394B" w:rsidRPr="00E45B8C" w:rsidRDefault="0022394B" w:rsidP="0022394B">
            <w:pPr>
              <w:rPr>
                <w:rFonts w:ascii="Times New Roman" w:hAnsi="Times New Roman"/>
                <w:sz w:val="22"/>
                <w:szCs w:val="22"/>
              </w:rPr>
            </w:pPr>
            <w:r w:rsidRPr="00E45B8C">
              <w:rPr>
                <w:rFonts w:ascii="Times New Roman" w:hAnsi="Times New Roman"/>
                <w:sz w:val="22"/>
                <w:szCs w:val="22"/>
              </w:rPr>
              <w:t>автомобильных дорог общего пользования</w:t>
            </w:r>
          </w:p>
          <w:p w:rsidR="0022394B" w:rsidRPr="00E45B8C" w:rsidRDefault="0022394B" w:rsidP="0022394B">
            <w:pPr>
              <w:ind w:right="-103"/>
              <w:rPr>
                <w:rFonts w:ascii="Times New Roman" w:hAnsi="Times New Roman"/>
                <w:sz w:val="22"/>
                <w:szCs w:val="22"/>
              </w:rPr>
            </w:pPr>
            <w:r w:rsidRPr="00E45B8C">
              <w:rPr>
                <w:rFonts w:ascii="Times New Roman" w:hAnsi="Times New Roman"/>
                <w:sz w:val="22"/>
                <w:szCs w:val="22"/>
              </w:rPr>
              <w:t>регионального или межмуниципального значения и искусственных сооружений на них,  в том числе уникальных искусственных сооружений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4B" w:rsidRPr="00E45B8C" w:rsidRDefault="0022394B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681D9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681D9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60F39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1971212,40766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1D2B72" w:rsidP="00681D9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1965750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681D9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880000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681D9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681D9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681D9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1D2B72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4816962,40766</w:t>
            </w:r>
          </w:p>
        </w:tc>
      </w:tr>
      <w:tr w:rsidR="00D2088A" w:rsidRPr="00E45B8C" w:rsidTr="00B95184">
        <w:trPr>
          <w:cantSplit/>
          <w:trHeight w:val="277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8A" w:rsidRPr="00E45B8C" w:rsidRDefault="00D2088A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8A" w:rsidRPr="00E45B8C" w:rsidRDefault="00D2088A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8A" w:rsidRPr="00E45B8C" w:rsidRDefault="00D2088A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2088A" w:rsidRPr="00E45B8C" w:rsidRDefault="00D2088A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394B" w:rsidRPr="00E45B8C" w:rsidTr="0021357F">
        <w:trPr>
          <w:cantSplit/>
          <w:trHeight w:val="122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4B" w:rsidRPr="00E45B8C" w:rsidRDefault="0022394B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4B" w:rsidRPr="00E45B8C" w:rsidRDefault="0022394B" w:rsidP="00681D9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  <w:p w:rsidR="0021357F" w:rsidRPr="00E45B8C" w:rsidRDefault="0021357F" w:rsidP="00681D9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357F" w:rsidRPr="00E45B8C" w:rsidRDefault="0021357F" w:rsidP="00681D9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357F" w:rsidRPr="00E45B8C" w:rsidRDefault="0021357F" w:rsidP="00681D9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357F" w:rsidRPr="00E45B8C" w:rsidRDefault="0021357F" w:rsidP="00681D9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357F" w:rsidRPr="00E45B8C" w:rsidRDefault="0021357F" w:rsidP="00681D9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2394B" w:rsidRPr="00E45B8C" w:rsidRDefault="0022394B" w:rsidP="00223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ГКУ Рязанской области «ДДРО»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681D9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681D9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60F39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35612,16966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1D2B72" w:rsidP="00681D9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1235750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681D9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150000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681D9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681D9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681D9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1D2B72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1421362,16966</w:t>
            </w:r>
          </w:p>
        </w:tc>
      </w:tr>
      <w:tr w:rsidR="0022394B" w:rsidRPr="00E45B8C" w:rsidTr="00511CF7">
        <w:trPr>
          <w:cantSplit/>
          <w:trHeight w:val="122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4B" w:rsidRPr="00E45B8C" w:rsidRDefault="0022394B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4B" w:rsidRPr="00E45B8C" w:rsidRDefault="00C63B69" w:rsidP="00681D9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  <w:p w:rsidR="0022394B" w:rsidRPr="00E45B8C" w:rsidRDefault="0022394B" w:rsidP="00681D9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2394B" w:rsidRPr="00E45B8C" w:rsidRDefault="0022394B" w:rsidP="00681D9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2394B" w:rsidRPr="00E45B8C" w:rsidRDefault="0022394B" w:rsidP="00681D9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2394B" w:rsidRPr="00E45B8C" w:rsidRDefault="0022394B" w:rsidP="00681D9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2394B" w:rsidRPr="00E45B8C" w:rsidRDefault="0022394B" w:rsidP="00681D9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4B" w:rsidRPr="00E45B8C" w:rsidRDefault="0022394B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681D9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681D9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1935600,238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681D9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730000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681D9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730000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681D9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681D9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681D9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3395600,238</w:t>
            </w:r>
          </w:p>
        </w:tc>
      </w:tr>
      <w:tr w:rsidR="0022394B" w:rsidRPr="00E45B8C" w:rsidTr="00424FEB">
        <w:trPr>
          <w:cantSplit/>
          <w:trHeight w:val="1223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2394B" w:rsidRPr="00E45B8C" w:rsidRDefault="0022394B" w:rsidP="00D208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  <w:r w:rsidR="00D2088A" w:rsidRPr="00E45B8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0FD" w:rsidRPr="00E45B8C" w:rsidRDefault="0022394B" w:rsidP="0022394B">
            <w:pPr>
              <w:ind w:right="-103"/>
              <w:rPr>
                <w:rFonts w:ascii="Times New Roman" w:hAnsi="Times New Roman"/>
                <w:sz w:val="22"/>
                <w:szCs w:val="22"/>
              </w:rPr>
            </w:pPr>
            <w:r w:rsidRPr="00E45B8C">
              <w:rPr>
                <w:rFonts w:ascii="Times New Roman" w:hAnsi="Times New Roman"/>
                <w:sz w:val="22"/>
                <w:szCs w:val="22"/>
              </w:rPr>
              <w:t xml:space="preserve">Субсидии муниципальным образованиям на реконструкцию, капитальный ремонт, ремонт </w:t>
            </w:r>
          </w:p>
          <w:p w:rsidR="0022394B" w:rsidRPr="00E45B8C" w:rsidRDefault="0022394B" w:rsidP="00051E3C">
            <w:pPr>
              <w:ind w:right="-103"/>
              <w:rPr>
                <w:rFonts w:ascii="Times New Roman" w:hAnsi="Times New Roman"/>
              </w:rPr>
            </w:pPr>
            <w:r w:rsidRPr="00E45B8C">
              <w:rPr>
                <w:rFonts w:ascii="Times New Roman" w:hAnsi="Times New Roman"/>
                <w:sz w:val="22"/>
                <w:szCs w:val="22"/>
              </w:rPr>
              <w:t>и содержание социально значимых объектов - автомобильных дорог общего пользования местного значения и искусственных сооружений на них во исполнение правовых актов и поручений Президента Российской Федерации,</w:t>
            </w:r>
            <w:r w:rsidR="00051E3C" w:rsidRPr="00E45B8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E45B8C">
              <w:rPr>
                <w:rFonts w:ascii="Times New Roman" w:hAnsi="Times New Roman"/>
                <w:sz w:val="22"/>
                <w:szCs w:val="22"/>
              </w:rPr>
              <w:t>Правительства Российской Федерации, Губернатора Рязанской области и Правительства Рязанской области, содержащих указание на их реализацию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4B" w:rsidRPr="00E45B8C" w:rsidRDefault="0022394B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681D9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681D9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65010" w:rsidP="00681D9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  <w:r w:rsidR="0022394B" w:rsidRPr="00E45B8C">
              <w:rPr>
                <w:rFonts w:ascii="Times New Roman" w:hAnsi="Times New Roman" w:cs="Times New Roman"/>
              </w:rPr>
              <w:t>9700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681D9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550000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681D9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580000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681D9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681D9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681D9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65010" w:rsidP="00681D9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1819700</w:t>
            </w:r>
          </w:p>
        </w:tc>
      </w:tr>
      <w:tr w:rsidR="00D2088A" w:rsidRPr="00E45B8C" w:rsidTr="00014782">
        <w:trPr>
          <w:cantSplit/>
          <w:trHeight w:val="25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088A" w:rsidRPr="00E45B8C" w:rsidRDefault="00D2088A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8A" w:rsidRPr="00E45B8C" w:rsidRDefault="00D2088A" w:rsidP="00681D97">
            <w:pPr>
              <w:rPr>
                <w:rFonts w:ascii="Times New Roman" w:hAnsi="Times New Roman"/>
              </w:rPr>
            </w:pPr>
            <w:r w:rsidRPr="00E45B8C">
              <w:rPr>
                <w:rFonts w:ascii="Times New Roman" w:hAnsi="Times New Roman"/>
                <w:sz w:val="22"/>
                <w:szCs w:val="22"/>
              </w:rPr>
              <w:t>в том числе: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8A" w:rsidRPr="00E45B8C" w:rsidRDefault="00D2088A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2088A" w:rsidRPr="00E45B8C" w:rsidRDefault="00D2088A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394B" w:rsidRPr="00E45B8C" w:rsidTr="00216563">
        <w:trPr>
          <w:cantSplit/>
          <w:trHeight w:val="938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4B" w:rsidRPr="00E45B8C" w:rsidRDefault="0022394B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4B" w:rsidRPr="00E45B8C" w:rsidRDefault="0022394B" w:rsidP="00681D9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  <w:p w:rsidR="00051E3C" w:rsidRPr="00E45B8C" w:rsidRDefault="00051E3C" w:rsidP="00681D9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357F" w:rsidRPr="00E45B8C" w:rsidRDefault="0021357F" w:rsidP="00681D9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357F" w:rsidRPr="00E45B8C" w:rsidRDefault="0021357F" w:rsidP="00681D9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357F" w:rsidRPr="00E45B8C" w:rsidRDefault="0021357F" w:rsidP="00681D9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4B" w:rsidRPr="00E45B8C" w:rsidRDefault="0022394B" w:rsidP="00223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Минтранс               Рязанской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681D9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681D9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65010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  <w:r w:rsidR="0022394B" w:rsidRPr="00E45B8C">
              <w:rPr>
                <w:rFonts w:ascii="Times New Roman" w:hAnsi="Times New Roman" w:cs="Times New Roman"/>
              </w:rPr>
              <w:t>9700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681D9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550000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681D9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580000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681D9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681D9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681D9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65010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1819700</w:t>
            </w:r>
          </w:p>
        </w:tc>
      </w:tr>
      <w:tr w:rsidR="0022394B" w:rsidRPr="00E45B8C" w:rsidTr="002272A5">
        <w:trPr>
          <w:cantSplit/>
          <w:trHeight w:val="395"/>
        </w:trPr>
        <w:tc>
          <w:tcPr>
            <w:tcW w:w="14317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563" w:rsidRPr="00E45B8C" w:rsidRDefault="00216563" w:rsidP="00216563">
            <w:pPr>
              <w:ind w:left="-57" w:right="-57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45B8C">
              <w:rPr>
                <w:rFonts w:ascii="Times New Roman" w:hAnsi="Times New Roman"/>
                <w:sz w:val="23"/>
                <w:szCs w:val="23"/>
              </w:rPr>
              <w:t>Мероприятия по реализации регионального проекта «Общесистемные меры развития дорожного хозяйства (Рязанская область)</w:t>
            </w:r>
            <w:r w:rsidR="002C7EB0" w:rsidRPr="00E45B8C">
              <w:rPr>
                <w:rFonts w:ascii="Times New Roman" w:hAnsi="Times New Roman"/>
                <w:sz w:val="23"/>
                <w:szCs w:val="23"/>
              </w:rPr>
              <w:t>»</w:t>
            </w:r>
            <w:r w:rsidRPr="00E45B8C">
              <w:rPr>
                <w:rFonts w:ascii="Times New Roman" w:hAnsi="Times New Roman"/>
                <w:sz w:val="23"/>
                <w:szCs w:val="23"/>
              </w:rPr>
              <w:t xml:space="preserve">, </w:t>
            </w:r>
          </w:p>
          <w:p w:rsidR="00216563" w:rsidRPr="00E45B8C" w:rsidRDefault="001030FD" w:rsidP="00216563">
            <w:pPr>
              <w:ind w:left="-57" w:right="-57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45B8C">
              <w:rPr>
                <w:rFonts w:ascii="Times New Roman" w:hAnsi="Times New Roman"/>
                <w:sz w:val="23"/>
                <w:szCs w:val="23"/>
              </w:rPr>
              <w:t>направленны</w:t>
            </w:r>
            <w:r w:rsidR="00E45B8C">
              <w:rPr>
                <w:rFonts w:ascii="Times New Roman" w:hAnsi="Times New Roman"/>
                <w:sz w:val="23"/>
                <w:szCs w:val="23"/>
              </w:rPr>
              <w:t>е</w:t>
            </w:r>
            <w:r w:rsidRPr="00E45B8C">
              <w:rPr>
                <w:rFonts w:ascii="Times New Roman" w:hAnsi="Times New Roman"/>
                <w:sz w:val="23"/>
                <w:szCs w:val="23"/>
              </w:rPr>
              <w:t xml:space="preserve"> на</w:t>
            </w:r>
            <w:r w:rsidR="00216563" w:rsidRPr="00E45B8C">
              <w:rPr>
                <w:rFonts w:ascii="Times New Roman" w:hAnsi="Times New Roman"/>
                <w:sz w:val="23"/>
                <w:szCs w:val="23"/>
              </w:rPr>
              <w:t xml:space="preserve"> достижение результатов </w:t>
            </w:r>
            <w:r w:rsidRPr="00E45B8C">
              <w:rPr>
                <w:rFonts w:ascii="Times New Roman" w:hAnsi="Times New Roman"/>
                <w:sz w:val="23"/>
                <w:szCs w:val="23"/>
              </w:rPr>
              <w:t xml:space="preserve">реализации </w:t>
            </w:r>
            <w:r w:rsidR="00216563" w:rsidRPr="00E45B8C">
              <w:rPr>
                <w:rFonts w:ascii="Times New Roman" w:hAnsi="Times New Roman"/>
                <w:sz w:val="23"/>
                <w:szCs w:val="23"/>
              </w:rPr>
              <w:t>федерального проекта «Общесистемные меры развития дорожного хозяйства»</w:t>
            </w:r>
          </w:p>
          <w:p w:rsidR="0022394B" w:rsidRPr="00E45B8C" w:rsidRDefault="00216563" w:rsidP="001030F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  <w:sz w:val="23"/>
                <w:szCs w:val="23"/>
              </w:rPr>
              <w:t>в рамках национального проекта «Безопасные и качественные автомобильные дороги»</w:t>
            </w:r>
          </w:p>
        </w:tc>
      </w:tr>
      <w:tr w:rsidR="0021357F" w:rsidRPr="00E45B8C" w:rsidTr="00D2088A">
        <w:trPr>
          <w:cantSplit/>
          <w:trHeight w:val="122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57F" w:rsidRPr="00E45B8C" w:rsidRDefault="0021357F" w:rsidP="00D208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  <w:r w:rsidR="00D2088A" w:rsidRPr="00E45B8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57F" w:rsidRPr="00E45B8C" w:rsidRDefault="0021357F" w:rsidP="00051E3C">
            <w:pPr>
              <w:ind w:right="-103"/>
              <w:rPr>
                <w:rFonts w:ascii="Times New Roman" w:hAnsi="Times New Roman"/>
                <w:sz w:val="22"/>
                <w:szCs w:val="22"/>
              </w:rPr>
            </w:pPr>
            <w:r w:rsidRPr="00E45B8C">
              <w:rPr>
                <w:rFonts w:ascii="Times New Roman" w:hAnsi="Times New Roman"/>
                <w:sz w:val="22"/>
                <w:szCs w:val="22"/>
              </w:rPr>
              <w:t>Субсидии муниципальным образованиям на капитальный ремонт, ремонт и содержание социально значимых объектов - автомобильных дорог общего пользования местного значения и искусственных сооружений на них во исполнение правовых актов и поручений Президента Российской Федерации,</w:t>
            </w:r>
            <w:r w:rsidR="00051E3C" w:rsidRPr="00E45B8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E45B8C">
              <w:rPr>
                <w:rFonts w:ascii="Times New Roman" w:hAnsi="Times New Roman"/>
                <w:sz w:val="22"/>
                <w:szCs w:val="22"/>
              </w:rPr>
              <w:t>Правительства Российской Федерации, Губернатора Рязанской области и Правительства Рязанской области, содержащих указание на их реализацию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57F" w:rsidRPr="00E45B8C" w:rsidRDefault="0021357F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1357F" w:rsidRPr="00E45B8C" w:rsidRDefault="0021357F" w:rsidP="00681D9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1357F" w:rsidRPr="00E45B8C" w:rsidRDefault="0021357F" w:rsidP="00681D9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1357F" w:rsidRPr="00E45B8C" w:rsidRDefault="00265010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1357F" w:rsidRPr="00E45B8C" w:rsidRDefault="0021357F" w:rsidP="00681D9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1357F" w:rsidRPr="00E45B8C" w:rsidRDefault="0021357F" w:rsidP="00681D9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1357F" w:rsidRPr="00E45B8C" w:rsidRDefault="0021357F" w:rsidP="00681D9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1357F" w:rsidRPr="00E45B8C" w:rsidRDefault="0021357F" w:rsidP="00681D9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1357F" w:rsidRPr="00E45B8C" w:rsidRDefault="0021357F" w:rsidP="00681D9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1357F" w:rsidRPr="00E45B8C" w:rsidRDefault="00265010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2088A" w:rsidRPr="00E45B8C" w:rsidTr="004B2454">
        <w:trPr>
          <w:cantSplit/>
          <w:trHeight w:val="339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8A" w:rsidRPr="00E45B8C" w:rsidRDefault="00D2088A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8A" w:rsidRPr="00E45B8C" w:rsidRDefault="00D2088A" w:rsidP="00681D9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8A" w:rsidRPr="00E45B8C" w:rsidRDefault="00D2088A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2088A" w:rsidRPr="00E45B8C" w:rsidRDefault="00D2088A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357F" w:rsidRPr="00E45B8C" w:rsidTr="00511CF7">
        <w:trPr>
          <w:cantSplit/>
          <w:trHeight w:val="122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57F" w:rsidRPr="00E45B8C" w:rsidRDefault="0021357F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57F" w:rsidRPr="00E45B8C" w:rsidRDefault="0021357F" w:rsidP="00681D9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57F" w:rsidRPr="00E45B8C" w:rsidRDefault="0021357F" w:rsidP="00223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Минтранс               Рязанской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1357F" w:rsidRPr="00E45B8C" w:rsidRDefault="0021357F" w:rsidP="00681D9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1357F" w:rsidRPr="00E45B8C" w:rsidRDefault="0021357F" w:rsidP="00681D9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1357F" w:rsidRPr="00E45B8C" w:rsidRDefault="00265010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1357F" w:rsidRPr="00E45B8C" w:rsidRDefault="0021357F" w:rsidP="00681D9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1357F" w:rsidRPr="00E45B8C" w:rsidRDefault="0021357F" w:rsidP="00681D9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1357F" w:rsidRPr="00E45B8C" w:rsidRDefault="0021357F" w:rsidP="00681D9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1357F" w:rsidRPr="00E45B8C" w:rsidRDefault="0021357F" w:rsidP="00681D9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1357F" w:rsidRPr="00E45B8C" w:rsidRDefault="0021357F" w:rsidP="00681D9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1357F" w:rsidRPr="00E45B8C" w:rsidRDefault="00265010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2394B" w:rsidRPr="00E45B8C" w:rsidTr="00147077">
        <w:trPr>
          <w:cantSplit/>
          <w:trHeight w:val="14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4B" w:rsidRPr="00E45B8C" w:rsidRDefault="0022394B" w:rsidP="00D208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4B" w:rsidRPr="00E45B8C" w:rsidRDefault="0022394B" w:rsidP="0045522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E45B8C">
              <w:rPr>
                <w:rFonts w:ascii="Times New Roman" w:hAnsi="Times New Roman"/>
                <w:sz w:val="22"/>
                <w:szCs w:val="22"/>
              </w:rPr>
              <w:t>Справочно</w:t>
            </w:r>
            <w:proofErr w:type="spellEnd"/>
            <w:r w:rsidRPr="00E45B8C">
              <w:rPr>
                <w:rFonts w:ascii="Times New Roman" w:hAnsi="Times New Roman"/>
                <w:sz w:val="22"/>
                <w:szCs w:val="22"/>
              </w:rPr>
              <w:t>: суммарный объем бюджетных ассигнований муниципальных дорожных фондов</w:t>
            </w:r>
          </w:p>
          <w:p w:rsidR="0022394B" w:rsidRPr="00E45B8C" w:rsidRDefault="0022394B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4B" w:rsidRPr="00E45B8C" w:rsidRDefault="0022394B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302829,61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292828,92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65010" w:rsidP="00FB54B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315606,7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293589,4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353076,4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369835,4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9A770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65010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1927766,43</w:t>
            </w:r>
          </w:p>
        </w:tc>
      </w:tr>
      <w:tr w:rsidR="0022394B" w:rsidRPr="00E45B8C" w:rsidTr="00511CF7">
        <w:trPr>
          <w:cantSplit/>
          <w:trHeight w:val="16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4B" w:rsidRPr="00E45B8C" w:rsidRDefault="0022394B" w:rsidP="00D208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4B" w:rsidRPr="00E45B8C" w:rsidRDefault="0022394B" w:rsidP="0045522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E45B8C">
              <w:rPr>
                <w:rFonts w:ascii="Times New Roman" w:hAnsi="Times New Roman"/>
                <w:sz w:val="22"/>
                <w:szCs w:val="22"/>
              </w:rPr>
              <w:t>Справочно</w:t>
            </w:r>
            <w:proofErr w:type="spellEnd"/>
            <w:r w:rsidRPr="00E45B8C">
              <w:rPr>
                <w:rFonts w:ascii="Times New Roman" w:hAnsi="Times New Roman"/>
                <w:sz w:val="22"/>
                <w:szCs w:val="22"/>
              </w:rPr>
              <w:t>: объем бюджетных ассигнований Федерального дорожного фонда, направленных (планируемых) на реализацию мероприятий подпрограммы, всего</w:t>
            </w:r>
          </w:p>
          <w:p w:rsidR="0022394B" w:rsidRPr="00E45B8C" w:rsidRDefault="0022394B" w:rsidP="0045522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  <w:p w:rsidR="0022394B" w:rsidRPr="00E45B8C" w:rsidRDefault="0022394B" w:rsidP="0045522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4B" w:rsidRPr="00E45B8C" w:rsidRDefault="0022394B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935107,68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1206B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1054935,41717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65010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2262210,7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840164,5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844652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3165300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9A770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3549900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680000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E540A2" w:rsidP="001206B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13332270,2971</w:t>
            </w:r>
            <w:r w:rsidR="00F657B4">
              <w:rPr>
                <w:rFonts w:ascii="Times New Roman" w:hAnsi="Times New Roman" w:cs="Times New Roman"/>
              </w:rPr>
              <w:t>7</w:t>
            </w:r>
          </w:p>
        </w:tc>
      </w:tr>
      <w:tr w:rsidR="0022394B" w:rsidRPr="00E45B8C" w:rsidTr="00147077">
        <w:trPr>
          <w:cantSplit/>
          <w:trHeight w:val="20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4B" w:rsidRPr="00E45B8C" w:rsidRDefault="0022394B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4B" w:rsidRPr="00E45B8C" w:rsidRDefault="0022394B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4B" w:rsidRPr="00E45B8C" w:rsidRDefault="0022394B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394B" w:rsidRPr="00E45B8C" w:rsidTr="00511CF7">
        <w:trPr>
          <w:cantSplit/>
          <w:trHeight w:val="11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4B" w:rsidRPr="00E45B8C" w:rsidRDefault="0022394B" w:rsidP="00D208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3.1.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4B" w:rsidRPr="00E45B8C" w:rsidRDefault="0022394B" w:rsidP="001030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45B8C">
              <w:rPr>
                <w:rFonts w:ascii="Times New Roman" w:hAnsi="Times New Roman"/>
                <w:sz w:val="22"/>
                <w:szCs w:val="22"/>
              </w:rPr>
              <w:t xml:space="preserve">Субсидии в рамках федеральной целевой </w:t>
            </w:r>
            <w:hyperlink r:id="rId12" w:history="1">
              <w:r w:rsidRPr="00E45B8C">
                <w:rPr>
                  <w:rFonts w:ascii="Times New Roman" w:hAnsi="Times New Roman"/>
                  <w:color w:val="000000" w:themeColor="text1"/>
                  <w:sz w:val="22"/>
                  <w:szCs w:val="22"/>
                </w:rPr>
                <w:t>программы</w:t>
              </w:r>
            </w:hyperlink>
            <w:r w:rsidRPr="00E45B8C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«</w:t>
            </w:r>
            <w:r w:rsidRPr="00E45B8C">
              <w:rPr>
                <w:rFonts w:ascii="Times New Roman" w:hAnsi="Times New Roman"/>
                <w:sz w:val="22"/>
                <w:szCs w:val="22"/>
              </w:rPr>
              <w:t>Устойчивое развитие сельских территорий на 2014-2017 годы и на период до 2020 года»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4B" w:rsidRPr="00E45B8C" w:rsidRDefault="0022394B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162650,14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9A770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162650,14</w:t>
            </w:r>
          </w:p>
        </w:tc>
      </w:tr>
      <w:tr w:rsidR="0022394B" w:rsidRPr="00E45B8C" w:rsidTr="00511CF7">
        <w:trPr>
          <w:cantSplit/>
          <w:trHeight w:val="14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4B" w:rsidRPr="00E45B8C" w:rsidRDefault="0022394B" w:rsidP="00D208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3.2.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B8C" w:rsidRPr="00E45B8C" w:rsidRDefault="0022394B" w:rsidP="00E45B8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45B8C">
              <w:rPr>
                <w:rFonts w:ascii="Times New Roman" w:hAnsi="Times New Roman"/>
                <w:sz w:val="22"/>
                <w:szCs w:val="22"/>
              </w:rPr>
              <w:t xml:space="preserve">Субсидии в рамках Государственной программы развития сельского хозяйства и регулирования рынков сельскохозяйственной продукции, сырья и продовольствия </w:t>
            </w:r>
          </w:p>
          <w:p w:rsidR="0022394B" w:rsidRPr="00E45B8C" w:rsidRDefault="0022394B" w:rsidP="001030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4B" w:rsidRPr="00E45B8C" w:rsidRDefault="0022394B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193333,41717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168519,8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C054CF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C054CF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9A770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C054CF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361853,21717</w:t>
            </w:r>
          </w:p>
        </w:tc>
      </w:tr>
      <w:tr w:rsidR="00C054CF" w:rsidRPr="00E45B8C" w:rsidTr="00C054CF">
        <w:trPr>
          <w:cantSplit/>
          <w:trHeight w:val="10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CF" w:rsidRPr="00E45B8C" w:rsidRDefault="00C054CF" w:rsidP="00D208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3.3.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CF" w:rsidRPr="00E45B8C" w:rsidRDefault="00C054CF" w:rsidP="0045522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45B8C">
              <w:rPr>
                <w:rFonts w:ascii="Times New Roman" w:hAnsi="Times New Roman"/>
                <w:sz w:val="22"/>
                <w:szCs w:val="22"/>
              </w:rPr>
              <w:t>Субсидии в рамках Государственной программы Российской Федерации «Комплексное развитие сельских территорий»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CF" w:rsidRPr="00E45B8C" w:rsidRDefault="00C054CF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054CF" w:rsidRPr="00E45B8C" w:rsidRDefault="00C054CF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054CF" w:rsidRPr="00E45B8C" w:rsidRDefault="00C054CF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054CF" w:rsidRPr="00E45B8C" w:rsidRDefault="00C054CF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054CF" w:rsidRPr="00E45B8C" w:rsidRDefault="00C054CF" w:rsidP="00C1416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110164,5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054CF" w:rsidRPr="00E45B8C" w:rsidRDefault="00C054CF" w:rsidP="00C1416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114652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054CF" w:rsidRPr="00E45B8C" w:rsidRDefault="00C054CF" w:rsidP="00C1416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054CF" w:rsidRPr="00E45B8C" w:rsidRDefault="00C054CF" w:rsidP="00C1416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054CF" w:rsidRPr="00E45B8C" w:rsidRDefault="00C054CF" w:rsidP="00C1416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054CF" w:rsidRPr="00E45B8C" w:rsidRDefault="00C054CF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224816,5</w:t>
            </w:r>
          </w:p>
        </w:tc>
      </w:tr>
      <w:tr w:rsidR="0022394B" w:rsidRPr="00E45B8C" w:rsidTr="00C054CF">
        <w:trPr>
          <w:cantSplit/>
          <w:trHeight w:val="13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4B" w:rsidRPr="00E45B8C" w:rsidRDefault="00C054CF" w:rsidP="00D208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5B8C">
              <w:rPr>
                <w:rFonts w:ascii="Times New Roman" w:hAnsi="Times New Roman" w:cs="Times New Roman"/>
                <w:sz w:val="22"/>
                <w:szCs w:val="22"/>
              </w:rPr>
              <w:t>3.4</w:t>
            </w:r>
            <w:r w:rsidR="0022394B" w:rsidRPr="00E45B8C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4B" w:rsidRPr="00E45B8C" w:rsidRDefault="0022394B" w:rsidP="0045522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45B8C">
              <w:rPr>
                <w:rFonts w:ascii="Times New Roman" w:hAnsi="Times New Roman"/>
                <w:sz w:val="22"/>
                <w:szCs w:val="22"/>
              </w:rPr>
              <w:t>Иные межбюджетные трансферт</w:t>
            </w:r>
            <w:r w:rsidR="00076D4B" w:rsidRPr="00E45B8C">
              <w:rPr>
                <w:rFonts w:ascii="Times New Roman" w:hAnsi="Times New Roman"/>
                <w:sz w:val="22"/>
                <w:szCs w:val="22"/>
              </w:rPr>
              <w:t>ы</w:t>
            </w:r>
          </w:p>
          <w:p w:rsidR="0022394B" w:rsidRPr="00E45B8C" w:rsidRDefault="0022394B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2394B" w:rsidRPr="00E45B8C" w:rsidRDefault="00B37BFB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22394B" w:rsidRPr="00E45B8C" w:rsidRDefault="0022394B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4B" w:rsidRPr="00E45B8C" w:rsidRDefault="0022394B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772457,54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861602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65010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2093690,9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730000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113EF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730000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113EF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3165300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113EF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3549900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2394B" w:rsidP="00113EF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B8C">
              <w:rPr>
                <w:rFonts w:ascii="Times New Roman" w:hAnsi="Times New Roman" w:cs="Times New Roman"/>
              </w:rPr>
              <w:t>680000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394B" w:rsidRPr="00E45B8C" w:rsidRDefault="00265010" w:rsidP="001206B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12582950,44</w:t>
            </w:r>
          </w:p>
        </w:tc>
      </w:tr>
    </w:tbl>
    <w:p w:rsidR="00662A15" w:rsidRDefault="00662A15" w:rsidP="00662A15">
      <w:pPr>
        <w:rPr>
          <w:rFonts w:ascii="Times New Roman" w:hAnsi="Times New Roman"/>
        </w:rPr>
      </w:pPr>
    </w:p>
    <w:tbl>
      <w:tblPr>
        <w:tblW w:w="14498" w:type="dxa"/>
        <w:tblLook w:val="04A0" w:firstRow="1" w:lastRow="0" w:firstColumn="1" w:lastColumn="0" w:noHBand="0" w:noVBand="1"/>
      </w:tblPr>
      <w:tblGrid>
        <w:gridCol w:w="2054"/>
        <w:gridCol w:w="12444"/>
      </w:tblGrid>
      <w:tr w:rsidR="00147077" w:rsidRPr="001030FD" w:rsidTr="001030FD">
        <w:tc>
          <w:tcPr>
            <w:tcW w:w="2054" w:type="dxa"/>
            <w:shd w:val="clear" w:color="auto" w:fill="auto"/>
          </w:tcPr>
          <w:p w:rsidR="00147077" w:rsidRPr="001030FD" w:rsidRDefault="00147077" w:rsidP="001030FD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030FD">
              <w:rPr>
                <w:rFonts w:ascii="Times New Roman" w:hAnsi="Times New Roman"/>
                <w:sz w:val="22"/>
                <w:szCs w:val="22"/>
              </w:rPr>
              <w:t>Примечание</w:t>
            </w:r>
            <w:r w:rsidR="00FF2F18" w:rsidRPr="001030FD">
              <w:rPr>
                <w:rFonts w:ascii="Times New Roman" w:hAnsi="Times New Roman"/>
                <w:sz w:val="22"/>
                <w:szCs w:val="22"/>
              </w:rPr>
              <w:t>:</w:t>
            </w:r>
          </w:p>
        </w:tc>
        <w:tc>
          <w:tcPr>
            <w:tcW w:w="12444" w:type="dxa"/>
            <w:shd w:val="clear" w:color="auto" w:fill="auto"/>
          </w:tcPr>
          <w:p w:rsidR="000B3ECA" w:rsidRPr="001030FD" w:rsidRDefault="000B3ECA" w:rsidP="001030FD">
            <w:pPr>
              <w:ind w:left="-113"/>
              <w:rPr>
                <w:rFonts w:ascii="Times New Roman" w:hAnsi="Times New Roman"/>
                <w:sz w:val="22"/>
                <w:szCs w:val="22"/>
              </w:rPr>
            </w:pPr>
            <w:r w:rsidRPr="001030FD">
              <w:rPr>
                <w:rFonts w:ascii="Times New Roman" w:hAnsi="Times New Roman"/>
                <w:sz w:val="22"/>
                <w:szCs w:val="22"/>
              </w:rPr>
              <w:t xml:space="preserve">В </w:t>
            </w:r>
            <w:hyperlink w:anchor="Par332" w:history="1">
              <w:r w:rsidRPr="001030FD">
                <w:t>пункте 2</w:t>
              </w:r>
            </w:hyperlink>
            <w:r w:rsidRPr="001030FD">
              <w:rPr>
                <w:rFonts w:ascii="Times New Roman" w:hAnsi="Times New Roman"/>
                <w:sz w:val="22"/>
                <w:szCs w:val="22"/>
              </w:rPr>
              <w:t xml:space="preserve"> указывается объем ассигнований муниципальных дорожных фондов без учета межбюджетных  трансфертов</w:t>
            </w:r>
            <w:proofErr w:type="gramStart"/>
            <w:r w:rsidRPr="001030FD">
              <w:rPr>
                <w:rFonts w:ascii="Times New Roman" w:hAnsi="Times New Roman"/>
                <w:sz w:val="22"/>
                <w:szCs w:val="22"/>
              </w:rPr>
              <w:t>.»</w:t>
            </w:r>
            <w:r w:rsidR="00A23388" w:rsidRPr="001030FD">
              <w:rPr>
                <w:rFonts w:ascii="Times New Roman" w:hAnsi="Times New Roman"/>
                <w:sz w:val="22"/>
                <w:szCs w:val="22"/>
              </w:rPr>
              <w:t>.</w:t>
            </w:r>
            <w:proofErr w:type="gramEnd"/>
          </w:p>
        </w:tc>
      </w:tr>
    </w:tbl>
    <w:p w:rsidR="00064EFD" w:rsidRDefault="00064EFD" w:rsidP="00D74377">
      <w:pPr>
        <w:jc w:val="center"/>
        <w:rPr>
          <w:rFonts w:ascii="Times New Roman" w:hAnsi="Times New Roman"/>
          <w:u w:val="single"/>
        </w:rPr>
      </w:pPr>
    </w:p>
    <w:p w:rsidR="001030FD" w:rsidRPr="001030FD" w:rsidRDefault="001030FD" w:rsidP="00D74377">
      <w:pPr>
        <w:jc w:val="center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</w:p>
    <w:sectPr w:rsidR="001030FD" w:rsidRPr="001030FD" w:rsidSect="00B37BFB">
      <w:headerReference w:type="default" r:id="rId13"/>
      <w:type w:val="continuous"/>
      <w:pgSz w:w="16834" w:h="11907" w:orient="landscape" w:code="9"/>
      <w:pgMar w:top="1134" w:right="851" w:bottom="1134" w:left="1701" w:header="272" w:footer="397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7F33" w:rsidRDefault="00C67F33">
      <w:r>
        <w:separator/>
      </w:r>
    </w:p>
  </w:endnote>
  <w:endnote w:type="continuationSeparator" w:id="0">
    <w:p w:rsidR="00C67F33" w:rsidRDefault="00C67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6574"/>
    </w:tblGrid>
    <w:tr w:rsidR="00113EF7" w:rsidTr="00963E33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113EF7" w:rsidRDefault="00113EF7">
          <w:pPr>
            <w:pStyle w:val="a6"/>
          </w:pPr>
          <w:r>
            <w:rPr>
              <w:noProof/>
            </w:rPr>
            <w:drawing>
              <wp:inline distT="0" distB="0" distL="0" distR="0" wp14:anchorId="5AF47481" wp14:editId="6F264DC1">
                <wp:extent cx="670560" cy="281940"/>
                <wp:effectExtent l="19050" t="0" r="0" b="0"/>
                <wp:docPr id="2" name="Рисунок 2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0560" cy="281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113EF7" w:rsidRPr="00963E33" w:rsidRDefault="00113EF7" w:rsidP="00963E33">
          <w:pPr>
            <w:pStyle w:val="a6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2B81DD99" wp14:editId="301F136B">
                <wp:extent cx="175260" cy="144780"/>
                <wp:effectExtent l="19050" t="0" r="0" b="0"/>
                <wp:docPr id="3" name="Рисунок 3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5260" cy="1447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113EF7" w:rsidRPr="00963E33" w:rsidRDefault="00B37BFB" w:rsidP="00963E33">
          <w:pPr>
            <w:pStyle w:val="a6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10165  14.11.2019 14:49:50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113EF7" w:rsidRPr="00F16F07" w:rsidRDefault="00113EF7" w:rsidP="00963E33">
          <w:pPr>
            <w:pStyle w:val="a6"/>
            <w:ind w:right="-113"/>
            <w:jc w:val="right"/>
          </w:pPr>
        </w:p>
      </w:tc>
      <w:tc>
        <w:tcPr>
          <w:tcW w:w="6574" w:type="dxa"/>
          <w:tcBorders>
            <w:top w:val="nil"/>
            <w:left w:val="nil"/>
            <w:bottom w:val="nil"/>
            <w:right w:val="nil"/>
          </w:tcBorders>
        </w:tcPr>
        <w:p w:rsidR="00113EF7" w:rsidRPr="00963E33" w:rsidRDefault="00113EF7" w:rsidP="00963E33">
          <w:pPr>
            <w:pStyle w:val="a6"/>
            <w:spacing w:before="40"/>
            <w:rPr>
              <w:b/>
              <w:spacing w:val="30"/>
            </w:rPr>
          </w:pPr>
        </w:p>
      </w:tc>
    </w:tr>
  </w:tbl>
  <w:p w:rsidR="00113EF7" w:rsidRPr="009573D3" w:rsidRDefault="00113EF7">
    <w:pPr>
      <w:pStyle w:val="a6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113EF7" w:rsidRPr="00963E33" w:rsidTr="00963E33">
      <w:tc>
        <w:tcPr>
          <w:tcW w:w="2538" w:type="dxa"/>
        </w:tcPr>
        <w:p w:rsidR="00113EF7" w:rsidRPr="00963E33" w:rsidRDefault="00113EF7" w:rsidP="00AC7150">
          <w:pPr>
            <w:pStyle w:val="a6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113EF7" w:rsidRPr="00963E33" w:rsidRDefault="00113EF7" w:rsidP="00963E33">
          <w:pPr>
            <w:pStyle w:val="a6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113EF7" w:rsidRPr="00963E33" w:rsidRDefault="00113EF7" w:rsidP="00963E33">
          <w:pPr>
            <w:pStyle w:val="a6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113EF7" w:rsidRPr="00963E33" w:rsidRDefault="00113EF7" w:rsidP="00963E33">
          <w:pPr>
            <w:pStyle w:val="a6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113EF7" w:rsidRDefault="00113EF7" w:rsidP="00E56EF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7F33" w:rsidRDefault="00C67F33">
      <w:r>
        <w:separator/>
      </w:r>
    </w:p>
  </w:footnote>
  <w:footnote w:type="continuationSeparator" w:id="0">
    <w:p w:rsidR="00C67F33" w:rsidRDefault="00C67F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EF7" w:rsidRDefault="00F87444" w:rsidP="002F1E81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113EF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13EF7">
      <w:rPr>
        <w:rStyle w:val="a8"/>
        <w:noProof/>
      </w:rPr>
      <w:t>1</w:t>
    </w:r>
    <w:r>
      <w:rPr>
        <w:rStyle w:val="a8"/>
      </w:rPr>
      <w:fldChar w:fldCharType="end"/>
    </w:r>
  </w:p>
  <w:p w:rsidR="00113EF7" w:rsidRDefault="00113EF7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EF7" w:rsidRPr="00481B88" w:rsidRDefault="00113EF7" w:rsidP="00E37801">
    <w:pPr>
      <w:pStyle w:val="a5"/>
      <w:framePr w:w="326" w:wrap="around" w:vAnchor="text" w:hAnchor="page" w:x="6486" w:y="321"/>
      <w:rPr>
        <w:rStyle w:val="a8"/>
        <w:rFonts w:ascii="Times New Roman" w:hAnsi="Times New Roman"/>
        <w:sz w:val="28"/>
        <w:szCs w:val="28"/>
      </w:rPr>
    </w:pPr>
  </w:p>
  <w:p w:rsidR="00113EF7" w:rsidRPr="00481B88" w:rsidRDefault="00F87444" w:rsidP="00286ECA">
    <w:pPr>
      <w:pStyle w:val="a5"/>
      <w:framePr w:w="326" w:wrap="around" w:vAnchor="text" w:hAnchor="page" w:x="9006" w:y="45"/>
      <w:rPr>
        <w:rStyle w:val="a8"/>
        <w:rFonts w:ascii="Times New Roman" w:hAnsi="Times New Roman"/>
        <w:sz w:val="28"/>
        <w:szCs w:val="28"/>
      </w:rPr>
    </w:pPr>
    <w:r w:rsidRPr="00481B88">
      <w:rPr>
        <w:rStyle w:val="a8"/>
        <w:rFonts w:ascii="Times New Roman" w:hAnsi="Times New Roman"/>
        <w:sz w:val="28"/>
        <w:szCs w:val="28"/>
      </w:rPr>
      <w:fldChar w:fldCharType="begin"/>
    </w:r>
    <w:r w:rsidR="00113EF7" w:rsidRPr="00481B88">
      <w:rPr>
        <w:rStyle w:val="a8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8"/>
        <w:rFonts w:ascii="Times New Roman" w:hAnsi="Times New Roman"/>
        <w:sz w:val="28"/>
        <w:szCs w:val="28"/>
      </w:rPr>
      <w:fldChar w:fldCharType="separate"/>
    </w:r>
    <w:r w:rsidR="009654F5">
      <w:rPr>
        <w:rStyle w:val="a8"/>
        <w:rFonts w:ascii="Times New Roman" w:hAnsi="Times New Roman"/>
        <w:noProof/>
        <w:sz w:val="28"/>
        <w:szCs w:val="28"/>
      </w:rPr>
      <w:t>15</w:t>
    </w:r>
    <w:r w:rsidRPr="00481B88">
      <w:rPr>
        <w:rStyle w:val="a8"/>
        <w:rFonts w:ascii="Times New Roman" w:hAnsi="Times New Roman"/>
        <w:sz w:val="28"/>
        <w:szCs w:val="28"/>
      </w:rPr>
      <w:fldChar w:fldCharType="end"/>
    </w:r>
  </w:p>
  <w:p w:rsidR="00113EF7" w:rsidRPr="00E37801" w:rsidRDefault="00113EF7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1.6pt;height:12.35pt" o:bullet="t">
        <v:imagedata r:id="rId1" o:title="Номер версии 555" gain="79922f" blacklevel="-1966f"/>
      </v:shape>
    </w:pict>
  </w:numPicBullet>
  <w:abstractNum w:abstractNumId="0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HOlj8ynSAT8a7KsOznZ0Ooa7/Uk=" w:salt="MVfgMOwITHq62SeBo9htuQ=="/>
  <w:defaultTabStop w:val="708"/>
  <w:hyphenationZone w:val="425"/>
  <w:doNotHyphenateCap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2E86"/>
    <w:rsid w:val="00007D40"/>
    <w:rsid w:val="0001104A"/>
    <w:rsid w:val="00013363"/>
    <w:rsid w:val="0001360F"/>
    <w:rsid w:val="0001786C"/>
    <w:rsid w:val="00022A8E"/>
    <w:rsid w:val="00030105"/>
    <w:rsid w:val="000331B3"/>
    <w:rsid w:val="00033413"/>
    <w:rsid w:val="00037C0C"/>
    <w:rsid w:val="00040527"/>
    <w:rsid w:val="000502A3"/>
    <w:rsid w:val="00051B8C"/>
    <w:rsid w:val="00051E3C"/>
    <w:rsid w:val="00056DEB"/>
    <w:rsid w:val="00064EFD"/>
    <w:rsid w:val="00065C52"/>
    <w:rsid w:val="0007268D"/>
    <w:rsid w:val="00073A7A"/>
    <w:rsid w:val="00076D4B"/>
    <w:rsid w:val="00076D5E"/>
    <w:rsid w:val="00084DD3"/>
    <w:rsid w:val="000917C0"/>
    <w:rsid w:val="00092145"/>
    <w:rsid w:val="0009319D"/>
    <w:rsid w:val="00095862"/>
    <w:rsid w:val="000B0736"/>
    <w:rsid w:val="000B3ECA"/>
    <w:rsid w:val="000B7975"/>
    <w:rsid w:val="000C651D"/>
    <w:rsid w:val="000E166B"/>
    <w:rsid w:val="000F2B84"/>
    <w:rsid w:val="000F5BB8"/>
    <w:rsid w:val="001030FD"/>
    <w:rsid w:val="001032A2"/>
    <w:rsid w:val="00113EF7"/>
    <w:rsid w:val="001206B1"/>
    <w:rsid w:val="00122CFD"/>
    <w:rsid w:val="0013431C"/>
    <w:rsid w:val="00137B7B"/>
    <w:rsid w:val="00146D07"/>
    <w:rsid w:val="00147077"/>
    <w:rsid w:val="00147E70"/>
    <w:rsid w:val="00151370"/>
    <w:rsid w:val="0015468F"/>
    <w:rsid w:val="0015556E"/>
    <w:rsid w:val="00162E72"/>
    <w:rsid w:val="00165922"/>
    <w:rsid w:val="00175BE5"/>
    <w:rsid w:val="001850F4"/>
    <w:rsid w:val="0018718F"/>
    <w:rsid w:val="00190FF9"/>
    <w:rsid w:val="00193393"/>
    <w:rsid w:val="00193C30"/>
    <w:rsid w:val="001947BE"/>
    <w:rsid w:val="001A0574"/>
    <w:rsid w:val="001A0810"/>
    <w:rsid w:val="001A0A98"/>
    <w:rsid w:val="001A25F1"/>
    <w:rsid w:val="001A560F"/>
    <w:rsid w:val="001B0982"/>
    <w:rsid w:val="001B32BA"/>
    <w:rsid w:val="001B7E90"/>
    <w:rsid w:val="001C5DC8"/>
    <w:rsid w:val="001D2B72"/>
    <w:rsid w:val="001D7503"/>
    <w:rsid w:val="001D7CF0"/>
    <w:rsid w:val="001E0317"/>
    <w:rsid w:val="001E20F1"/>
    <w:rsid w:val="001E2695"/>
    <w:rsid w:val="001E6E55"/>
    <w:rsid w:val="001F12E8"/>
    <w:rsid w:val="001F228C"/>
    <w:rsid w:val="001F411B"/>
    <w:rsid w:val="001F64B8"/>
    <w:rsid w:val="001F7C83"/>
    <w:rsid w:val="00203046"/>
    <w:rsid w:val="00205AB5"/>
    <w:rsid w:val="0021357F"/>
    <w:rsid w:val="00216563"/>
    <w:rsid w:val="0022394B"/>
    <w:rsid w:val="00224DBA"/>
    <w:rsid w:val="00231F1C"/>
    <w:rsid w:val="00242DDB"/>
    <w:rsid w:val="0024596D"/>
    <w:rsid w:val="002479A2"/>
    <w:rsid w:val="00254677"/>
    <w:rsid w:val="002548C3"/>
    <w:rsid w:val="0026087E"/>
    <w:rsid w:val="00260F39"/>
    <w:rsid w:val="00261BCA"/>
    <w:rsid w:val="00261C74"/>
    <w:rsid w:val="00261DE0"/>
    <w:rsid w:val="00265010"/>
    <w:rsid w:val="00265420"/>
    <w:rsid w:val="00271F1F"/>
    <w:rsid w:val="002743AC"/>
    <w:rsid w:val="00274E14"/>
    <w:rsid w:val="00280A6D"/>
    <w:rsid w:val="00280FC4"/>
    <w:rsid w:val="00284A49"/>
    <w:rsid w:val="002863EC"/>
    <w:rsid w:val="00286ECA"/>
    <w:rsid w:val="002953B6"/>
    <w:rsid w:val="002B42FF"/>
    <w:rsid w:val="002B7A59"/>
    <w:rsid w:val="002C5339"/>
    <w:rsid w:val="002C6B4B"/>
    <w:rsid w:val="002C7EB0"/>
    <w:rsid w:val="002D4371"/>
    <w:rsid w:val="002D60AF"/>
    <w:rsid w:val="002D7D3F"/>
    <w:rsid w:val="002E51A7"/>
    <w:rsid w:val="002E5A5F"/>
    <w:rsid w:val="002F1E81"/>
    <w:rsid w:val="00310D92"/>
    <w:rsid w:val="003160CB"/>
    <w:rsid w:val="00316C65"/>
    <w:rsid w:val="00321189"/>
    <w:rsid w:val="003222A3"/>
    <w:rsid w:val="00323E29"/>
    <w:rsid w:val="00325FB2"/>
    <w:rsid w:val="00333D63"/>
    <w:rsid w:val="003510D1"/>
    <w:rsid w:val="003531F7"/>
    <w:rsid w:val="00357E36"/>
    <w:rsid w:val="00360A40"/>
    <w:rsid w:val="00366C05"/>
    <w:rsid w:val="003716BC"/>
    <w:rsid w:val="00377D74"/>
    <w:rsid w:val="003839C7"/>
    <w:rsid w:val="00386103"/>
    <w:rsid w:val="003870C2"/>
    <w:rsid w:val="00390917"/>
    <w:rsid w:val="0039301B"/>
    <w:rsid w:val="00394137"/>
    <w:rsid w:val="003C2FA5"/>
    <w:rsid w:val="003C7F07"/>
    <w:rsid w:val="003D3B8A"/>
    <w:rsid w:val="003D54F8"/>
    <w:rsid w:val="003D6773"/>
    <w:rsid w:val="003E2B5D"/>
    <w:rsid w:val="003E71BC"/>
    <w:rsid w:val="003F1F69"/>
    <w:rsid w:val="003F4F5E"/>
    <w:rsid w:val="00400906"/>
    <w:rsid w:val="0040111C"/>
    <w:rsid w:val="00407222"/>
    <w:rsid w:val="0042590E"/>
    <w:rsid w:val="00437F65"/>
    <w:rsid w:val="004421AA"/>
    <w:rsid w:val="004504E0"/>
    <w:rsid w:val="00451D08"/>
    <w:rsid w:val="0045433D"/>
    <w:rsid w:val="00455228"/>
    <w:rsid w:val="004600FD"/>
    <w:rsid w:val="00460FEA"/>
    <w:rsid w:val="00463091"/>
    <w:rsid w:val="004729EE"/>
    <w:rsid w:val="004734B7"/>
    <w:rsid w:val="00481B88"/>
    <w:rsid w:val="00485B4F"/>
    <w:rsid w:val="004862D1"/>
    <w:rsid w:val="00490CD2"/>
    <w:rsid w:val="0049293C"/>
    <w:rsid w:val="004A111C"/>
    <w:rsid w:val="004B2D5A"/>
    <w:rsid w:val="004B327C"/>
    <w:rsid w:val="004D293D"/>
    <w:rsid w:val="004E06C7"/>
    <w:rsid w:val="004E402F"/>
    <w:rsid w:val="004F1D67"/>
    <w:rsid w:val="004F44FE"/>
    <w:rsid w:val="00505F6F"/>
    <w:rsid w:val="00511CF7"/>
    <w:rsid w:val="00512A47"/>
    <w:rsid w:val="00524EAF"/>
    <w:rsid w:val="0053068D"/>
    <w:rsid w:val="00531C68"/>
    <w:rsid w:val="00532119"/>
    <w:rsid w:val="005335F3"/>
    <w:rsid w:val="0053740D"/>
    <w:rsid w:val="00542957"/>
    <w:rsid w:val="00543C38"/>
    <w:rsid w:val="00543C6E"/>
    <w:rsid w:val="00543D2D"/>
    <w:rsid w:val="00545A3D"/>
    <w:rsid w:val="00546DBB"/>
    <w:rsid w:val="00547E14"/>
    <w:rsid w:val="00555A55"/>
    <w:rsid w:val="00557D8F"/>
    <w:rsid w:val="00561A5B"/>
    <w:rsid w:val="0057074C"/>
    <w:rsid w:val="00573FBF"/>
    <w:rsid w:val="00574FF3"/>
    <w:rsid w:val="00582538"/>
    <w:rsid w:val="005838EA"/>
    <w:rsid w:val="00585EE1"/>
    <w:rsid w:val="00590C0E"/>
    <w:rsid w:val="005928C7"/>
    <w:rsid w:val="005939E6"/>
    <w:rsid w:val="00597133"/>
    <w:rsid w:val="005A4227"/>
    <w:rsid w:val="005B229B"/>
    <w:rsid w:val="005B3518"/>
    <w:rsid w:val="005C2D0D"/>
    <w:rsid w:val="005C34BC"/>
    <w:rsid w:val="005C56AE"/>
    <w:rsid w:val="005C7449"/>
    <w:rsid w:val="005D7C88"/>
    <w:rsid w:val="005E137B"/>
    <w:rsid w:val="005E6D99"/>
    <w:rsid w:val="005F2ADD"/>
    <w:rsid w:val="005F2C49"/>
    <w:rsid w:val="005F4454"/>
    <w:rsid w:val="005F731E"/>
    <w:rsid w:val="0060035A"/>
    <w:rsid w:val="006013EB"/>
    <w:rsid w:val="0060479E"/>
    <w:rsid w:val="00604BE7"/>
    <w:rsid w:val="00605025"/>
    <w:rsid w:val="00616AED"/>
    <w:rsid w:val="00622DA3"/>
    <w:rsid w:val="006244B3"/>
    <w:rsid w:val="00625D10"/>
    <w:rsid w:val="006323FB"/>
    <w:rsid w:val="00632A4F"/>
    <w:rsid w:val="00632B56"/>
    <w:rsid w:val="006351E3"/>
    <w:rsid w:val="006401BA"/>
    <w:rsid w:val="00644236"/>
    <w:rsid w:val="006471E5"/>
    <w:rsid w:val="00662A15"/>
    <w:rsid w:val="00671D3B"/>
    <w:rsid w:val="006738B9"/>
    <w:rsid w:val="00684A5B"/>
    <w:rsid w:val="00686FC9"/>
    <w:rsid w:val="006870FE"/>
    <w:rsid w:val="006A1F71"/>
    <w:rsid w:val="006A322F"/>
    <w:rsid w:val="006A5DAF"/>
    <w:rsid w:val="006A6D02"/>
    <w:rsid w:val="006A704D"/>
    <w:rsid w:val="006B2990"/>
    <w:rsid w:val="006C3040"/>
    <w:rsid w:val="006D2674"/>
    <w:rsid w:val="006D3D91"/>
    <w:rsid w:val="006E2179"/>
    <w:rsid w:val="006F328B"/>
    <w:rsid w:val="006F3499"/>
    <w:rsid w:val="006F5886"/>
    <w:rsid w:val="00707461"/>
    <w:rsid w:val="00707734"/>
    <w:rsid w:val="00707E19"/>
    <w:rsid w:val="00712F7C"/>
    <w:rsid w:val="0072328A"/>
    <w:rsid w:val="0073684D"/>
    <w:rsid w:val="007377B5"/>
    <w:rsid w:val="00742F61"/>
    <w:rsid w:val="00745D3F"/>
    <w:rsid w:val="00746CC2"/>
    <w:rsid w:val="00747F07"/>
    <w:rsid w:val="0075581C"/>
    <w:rsid w:val="00760323"/>
    <w:rsid w:val="0076032D"/>
    <w:rsid w:val="00765600"/>
    <w:rsid w:val="00767BB4"/>
    <w:rsid w:val="00775B4C"/>
    <w:rsid w:val="00780136"/>
    <w:rsid w:val="007838D8"/>
    <w:rsid w:val="00791C9F"/>
    <w:rsid w:val="00792AAB"/>
    <w:rsid w:val="00793B47"/>
    <w:rsid w:val="007A1D0C"/>
    <w:rsid w:val="007A2A7B"/>
    <w:rsid w:val="007D016E"/>
    <w:rsid w:val="007D1CD3"/>
    <w:rsid w:val="007D3FF6"/>
    <w:rsid w:val="007D4925"/>
    <w:rsid w:val="007E0A93"/>
    <w:rsid w:val="007E426F"/>
    <w:rsid w:val="007E5B73"/>
    <w:rsid w:val="007F0C8A"/>
    <w:rsid w:val="007F11AB"/>
    <w:rsid w:val="008143CB"/>
    <w:rsid w:val="00823CA1"/>
    <w:rsid w:val="00826043"/>
    <w:rsid w:val="00827699"/>
    <w:rsid w:val="00830CA5"/>
    <w:rsid w:val="00831FA3"/>
    <w:rsid w:val="00833A26"/>
    <w:rsid w:val="00835D97"/>
    <w:rsid w:val="008418F4"/>
    <w:rsid w:val="0084321C"/>
    <w:rsid w:val="008513B9"/>
    <w:rsid w:val="00852891"/>
    <w:rsid w:val="0086615C"/>
    <w:rsid w:val="008702D3"/>
    <w:rsid w:val="00875959"/>
    <w:rsid w:val="00876034"/>
    <w:rsid w:val="00876701"/>
    <w:rsid w:val="00880005"/>
    <w:rsid w:val="008827E7"/>
    <w:rsid w:val="00891265"/>
    <w:rsid w:val="0089621F"/>
    <w:rsid w:val="008A1696"/>
    <w:rsid w:val="008A191D"/>
    <w:rsid w:val="008C191D"/>
    <w:rsid w:val="008C5264"/>
    <w:rsid w:val="008C58FE"/>
    <w:rsid w:val="008C6BD1"/>
    <w:rsid w:val="008E6C41"/>
    <w:rsid w:val="008F0816"/>
    <w:rsid w:val="008F6BB7"/>
    <w:rsid w:val="00900F42"/>
    <w:rsid w:val="00901EA2"/>
    <w:rsid w:val="009108C0"/>
    <w:rsid w:val="00914808"/>
    <w:rsid w:val="00932E3C"/>
    <w:rsid w:val="0094480E"/>
    <w:rsid w:val="00945D13"/>
    <w:rsid w:val="0095236F"/>
    <w:rsid w:val="009546C2"/>
    <w:rsid w:val="009573D3"/>
    <w:rsid w:val="009627A3"/>
    <w:rsid w:val="0096321B"/>
    <w:rsid w:val="00963E33"/>
    <w:rsid w:val="009654F5"/>
    <w:rsid w:val="009765E4"/>
    <w:rsid w:val="009977FF"/>
    <w:rsid w:val="009A085B"/>
    <w:rsid w:val="009A330F"/>
    <w:rsid w:val="009A7702"/>
    <w:rsid w:val="009B2785"/>
    <w:rsid w:val="009C04EC"/>
    <w:rsid w:val="009C1DE6"/>
    <w:rsid w:val="009C1F0E"/>
    <w:rsid w:val="009D3E8C"/>
    <w:rsid w:val="009E3A0E"/>
    <w:rsid w:val="009E5265"/>
    <w:rsid w:val="00A06428"/>
    <w:rsid w:val="00A06629"/>
    <w:rsid w:val="00A1314B"/>
    <w:rsid w:val="00A13160"/>
    <w:rsid w:val="00A137D3"/>
    <w:rsid w:val="00A23388"/>
    <w:rsid w:val="00A33137"/>
    <w:rsid w:val="00A3754B"/>
    <w:rsid w:val="00A376EC"/>
    <w:rsid w:val="00A42B5F"/>
    <w:rsid w:val="00A44A8F"/>
    <w:rsid w:val="00A515E7"/>
    <w:rsid w:val="00A51D96"/>
    <w:rsid w:val="00A532F7"/>
    <w:rsid w:val="00A54812"/>
    <w:rsid w:val="00A56101"/>
    <w:rsid w:val="00A61EED"/>
    <w:rsid w:val="00A668C7"/>
    <w:rsid w:val="00A72E6E"/>
    <w:rsid w:val="00A9066B"/>
    <w:rsid w:val="00A96F84"/>
    <w:rsid w:val="00AA1DEC"/>
    <w:rsid w:val="00AC3953"/>
    <w:rsid w:val="00AC7150"/>
    <w:rsid w:val="00AD24DA"/>
    <w:rsid w:val="00AD5B91"/>
    <w:rsid w:val="00AE1DCA"/>
    <w:rsid w:val="00AE3915"/>
    <w:rsid w:val="00AF1595"/>
    <w:rsid w:val="00AF5F7C"/>
    <w:rsid w:val="00B02207"/>
    <w:rsid w:val="00B03403"/>
    <w:rsid w:val="00B063FA"/>
    <w:rsid w:val="00B10324"/>
    <w:rsid w:val="00B12E27"/>
    <w:rsid w:val="00B147B4"/>
    <w:rsid w:val="00B31825"/>
    <w:rsid w:val="00B376B1"/>
    <w:rsid w:val="00B37BFB"/>
    <w:rsid w:val="00B55650"/>
    <w:rsid w:val="00B620D9"/>
    <w:rsid w:val="00B633DB"/>
    <w:rsid w:val="00B639ED"/>
    <w:rsid w:val="00B66A8C"/>
    <w:rsid w:val="00B8061C"/>
    <w:rsid w:val="00B8389A"/>
    <w:rsid w:val="00B83BA2"/>
    <w:rsid w:val="00B853AA"/>
    <w:rsid w:val="00B875BF"/>
    <w:rsid w:val="00B91F62"/>
    <w:rsid w:val="00BB143E"/>
    <w:rsid w:val="00BB2C98"/>
    <w:rsid w:val="00BC044A"/>
    <w:rsid w:val="00BD0B82"/>
    <w:rsid w:val="00BD4481"/>
    <w:rsid w:val="00BD7AD8"/>
    <w:rsid w:val="00BD7EA9"/>
    <w:rsid w:val="00BE0E9C"/>
    <w:rsid w:val="00BE3198"/>
    <w:rsid w:val="00BE35C3"/>
    <w:rsid w:val="00BF4F5F"/>
    <w:rsid w:val="00BF78A8"/>
    <w:rsid w:val="00C04EEB"/>
    <w:rsid w:val="00C054CF"/>
    <w:rsid w:val="00C075A4"/>
    <w:rsid w:val="00C07F79"/>
    <w:rsid w:val="00C108FF"/>
    <w:rsid w:val="00C10F12"/>
    <w:rsid w:val="00C11826"/>
    <w:rsid w:val="00C22019"/>
    <w:rsid w:val="00C36AA4"/>
    <w:rsid w:val="00C46CC3"/>
    <w:rsid w:val="00C46D42"/>
    <w:rsid w:val="00C50C32"/>
    <w:rsid w:val="00C545EA"/>
    <w:rsid w:val="00C57D2A"/>
    <w:rsid w:val="00C60178"/>
    <w:rsid w:val="00C61760"/>
    <w:rsid w:val="00C63B69"/>
    <w:rsid w:val="00C63CD6"/>
    <w:rsid w:val="00C67F33"/>
    <w:rsid w:val="00C73D1F"/>
    <w:rsid w:val="00C82046"/>
    <w:rsid w:val="00C8536D"/>
    <w:rsid w:val="00C87D95"/>
    <w:rsid w:val="00C9077A"/>
    <w:rsid w:val="00C9176A"/>
    <w:rsid w:val="00C95CD2"/>
    <w:rsid w:val="00CA051B"/>
    <w:rsid w:val="00CA2A2C"/>
    <w:rsid w:val="00CB3CBE"/>
    <w:rsid w:val="00CC544D"/>
    <w:rsid w:val="00CD1402"/>
    <w:rsid w:val="00CD328F"/>
    <w:rsid w:val="00CF03D8"/>
    <w:rsid w:val="00CF0D73"/>
    <w:rsid w:val="00CF610B"/>
    <w:rsid w:val="00CF7B1F"/>
    <w:rsid w:val="00D015D5"/>
    <w:rsid w:val="00D02784"/>
    <w:rsid w:val="00D03D68"/>
    <w:rsid w:val="00D2088A"/>
    <w:rsid w:val="00D266DD"/>
    <w:rsid w:val="00D32B04"/>
    <w:rsid w:val="00D3598E"/>
    <w:rsid w:val="00D368D8"/>
    <w:rsid w:val="00D374E7"/>
    <w:rsid w:val="00D4400B"/>
    <w:rsid w:val="00D63949"/>
    <w:rsid w:val="00D652E7"/>
    <w:rsid w:val="00D71D3B"/>
    <w:rsid w:val="00D74377"/>
    <w:rsid w:val="00D77067"/>
    <w:rsid w:val="00D77BCF"/>
    <w:rsid w:val="00D8157A"/>
    <w:rsid w:val="00D84394"/>
    <w:rsid w:val="00D908E5"/>
    <w:rsid w:val="00D944FD"/>
    <w:rsid w:val="00D95E55"/>
    <w:rsid w:val="00DA0E74"/>
    <w:rsid w:val="00DA7AA8"/>
    <w:rsid w:val="00DB3664"/>
    <w:rsid w:val="00DB42DB"/>
    <w:rsid w:val="00DC16FB"/>
    <w:rsid w:val="00DC4A65"/>
    <w:rsid w:val="00DC4F66"/>
    <w:rsid w:val="00DD2716"/>
    <w:rsid w:val="00DD6EFA"/>
    <w:rsid w:val="00DF7212"/>
    <w:rsid w:val="00E10B44"/>
    <w:rsid w:val="00E11666"/>
    <w:rsid w:val="00E11F02"/>
    <w:rsid w:val="00E14227"/>
    <w:rsid w:val="00E2726B"/>
    <w:rsid w:val="00E32E86"/>
    <w:rsid w:val="00E3581B"/>
    <w:rsid w:val="00E37801"/>
    <w:rsid w:val="00E41991"/>
    <w:rsid w:val="00E45B8C"/>
    <w:rsid w:val="00E4623D"/>
    <w:rsid w:val="00E46EAA"/>
    <w:rsid w:val="00E5038C"/>
    <w:rsid w:val="00E50B69"/>
    <w:rsid w:val="00E5298B"/>
    <w:rsid w:val="00E540A2"/>
    <w:rsid w:val="00E54275"/>
    <w:rsid w:val="00E54354"/>
    <w:rsid w:val="00E56EFB"/>
    <w:rsid w:val="00E6458F"/>
    <w:rsid w:val="00E7242D"/>
    <w:rsid w:val="00E75404"/>
    <w:rsid w:val="00E87E25"/>
    <w:rsid w:val="00EA04F1"/>
    <w:rsid w:val="00EA2FD3"/>
    <w:rsid w:val="00EB7CE9"/>
    <w:rsid w:val="00EC433F"/>
    <w:rsid w:val="00ED1FDE"/>
    <w:rsid w:val="00EF686A"/>
    <w:rsid w:val="00EF6D95"/>
    <w:rsid w:val="00EF7A1F"/>
    <w:rsid w:val="00F06EFB"/>
    <w:rsid w:val="00F1529E"/>
    <w:rsid w:val="00F16F07"/>
    <w:rsid w:val="00F30213"/>
    <w:rsid w:val="00F32125"/>
    <w:rsid w:val="00F45975"/>
    <w:rsid w:val="00F45B7C"/>
    <w:rsid w:val="00F45FCE"/>
    <w:rsid w:val="00F55110"/>
    <w:rsid w:val="00F64162"/>
    <w:rsid w:val="00F64394"/>
    <w:rsid w:val="00F657B4"/>
    <w:rsid w:val="00F65E2A"/>
    <w:rsid w:val="00F66514"/>
    <w:rsid w:val="00F87444"/>
    <w:rsid w:val="00F9061A"/>
    <w:rsid w:val="00F9334F"/>
    <w:rsid w:val="00F9748A"/>
    <w:rsid w:val="00F97D7F"/>
    <w:rsid w:val="00FA122C"/>
    <w:rsid w:val="00FA3B95"/>
    <w:rsid w:val="00FA512D"/>
    <w:rsid w:val="00FB42A2"/>
    <w:rsid w:val="00FB54BA"/>
    <w:rsid w:val="00FC1278"/>
    <w:rsid w:val="00FC2397"/>
    <w:rsid w:val="00FC45EB"/>
    <w:rsid w:val="00FC4F55"/>
    <w:rsid w:val="00FC5514"/>
    <w:rsid w:val="00FC71EE"/>
    <w:rsid w:val="00FD1366"/>
    <w:rsid w:val="00FE0822"/>
    <w:rsid w:val="00FE3A1D"/>
    <w:rsid w:val="00FE5175"/>
    <w:rsid w:val="00FE7735"/>
    <w:rsid w:val="00FF0434"/>
    <w:rsid w:val="00FF2F18"/>
    <w:rsid w:val="00FF4D84"/>
    <w:rsid w:val="00FF6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B42DB"/>
    <w:rPr>
      <w:rFonts w:ascii="TimesET" w:hAnsi="TimesET"/>
    </w:rPr>
  </w:style>
  <w:style w:type="paragraph" w:styleId="1">
    <w:name w:val="heading 1"/>
    <w:basedOn w:val="a"/>
    <w:next w:val="a"/>
    <w:qFormat/>
    <w:rsid w:val="00DB42DB"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rsid w:val="00DB42DB"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DB42DB"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rsid w:val="00DB42DB"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rsid w:val="00DB42DB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DB42DB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DB42DB"/>
    <w:rPr>
      <w:rFonts w:ascii="Tahoma" w:hAnsi="Tahoma" w:cs="Tahoma"/>
      <w:sz w:val="16"/>
      <w:szCs w:val="16"/>
    </w:rPr>
  </w:style>
  <w:style w:type="character" w:styleId="a8">
    <w:name w:val="page number"/>
    <w:basedOn w:val="a0"/>
    <w:rsid w:val="00DB42DB"/>
  </w:style>
  <w:style w:type="table" w:styleId="a9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link w:val="ConsPlusNormal0"/>
    <w:uiPriority w:val="99"/>
    <w:rsid w:val="006401BA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4A111C"/>
    <w:rPr>
      <w:rFonts w:ascii="Arial" w:eastAsiaTheme="minorHAnsi" w:hAnsi="Arial" w:cs="Arial"/>
      <w:lang w:eastAsia="en-US"/>
    </w:rPr>
  </w:style>
  <w:style w:type="character" w:styleId="ac">
    <w:name w:val="Hyperlink"/>
    <w:basedOn w:val="a0"/>
    <w:rsid w:val="001030F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90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4FE2A7D6986EE3A9E3A87511496BB5BBCA7CB35958581E2D34C05FA5F0C138D9789C47AABD4A781701330FB0L3T8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60;&#1088;&#1086;&#1083;&#1086;&#1074;&#1072;\AppData\Local\Microsoft\Windows\Temporary%20Internet%20Files\Content.MSO\2521F3F9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951CF6-EEBF-4E47-A969-E27D0FD46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2521F3F9</Template>
  <TotalTime>1157</TotalTime>
  <Pages>15</Pages>
  <Words>1725</Words>
  <Characters>9833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11535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Александрова</dc:creator>
  <cp:lastModifiedBy>Дягилева М.А.</cp:lastModifiedBy>
  <cp:revision>120</cp:revision>
  <cp:lastPrinted>2019-10-29T14:30:00Z</cp:lastPrinted>
  <dcterms:created xsi:type="dcterms:W3CDTF">2016-02-04T06:26:00Z</dcterms:created>
  <dcterms:modified xsi:type="dcterms:W3CDTF">2019-11-19T06:14:00Z</dcterms:modified>
</cp:coreProperties>
</file>